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D97" w:rsidRPr="000A2485" w:rsidRDefault="00085D97" w:rsidP="00085D97">
      <w:pPr>
        <w:spacing w:after="0"/>
        <w:ind w:firstLine="720"/>
        <w:jc w:val="center"/>
        <w:rPr>
          <w:rFonts w:ascii="Century Gothic" w:hAnsi="Century Gothic"/>
          <w:bCs/>
        </w:rPr>
      </w:pPr>
      <w:r w:rsidRPr="000A2485">
        <w:rPr>
          <w:rFonts w:ascii="Century Gothic" w:hAnsi="Century Gothic"/>
          <w:bCs/>
        </w:rPr>
        <w:t>Annexure 2 (B)</w:t>
      </w:r>
    </w:p>
    <w:p w:rsidR="00085D97" w:rsidRPr="00EB42D4" w:rsidRDefault="00085D97" w:rsidP="00085D97">
      <w:pPr>
        <w:jc w:val="center"/>
        <w:rPr>
          <w:rFonts w:ascii="Century Gothic" w:hAnsi="Century Gothic"/>
          <w:b/>
          <w:u w:val="single"/>
        </w:rPr>
      </w:pPr>
      <w:r w:rsidRPr="00EB42D4">
        <w:rPr>
          <w:rFonts w:ascii="Century Gothic" w:hAnsi="Century Gothic"/>
          <w:b/>
          <w:u w:val="single"/>
        </w:rPr>
        <w:t>Details for requirement for Urban/ Metro Branches/Offices</w:t>
      </w:r>
    </w:p>
    <w:p w:rsidR="00085D97" w:rsidRPr="00EB42D4" w:rsidRDefault="00085D97" w:rsidP="00085D97">
      <w:pPr>
        <w:jc w:val="center"/>
        <w:rPr>
          <w:rFonts w:ascii="Century Gothic" w:hAnsi="Century Gothic"/>
          <w:b/>
        </w:rPr>
      </w:pPr>
      <w:r w:rsidRPr="00EB42D4">
        <w:rPr>
          <w:rFonts w:ascii="Century Gothic" w:hAnsi="Century Gothic"/>
          <w:b/>
        </w:rPr>
        <w:t xml:space="preserve">UCO BANK                  </w:t>
      </w:r>
    </w:p>
    <w:p w:rsidR="00085D97" w:rsidRPr="00EB42D4" w:rsidRDefault="00085D97" w:rsidP="00085D97">
      <w:pPr>
        <w:jc w:val="center"/>
        <w:rPr>
          <w:rFonts w:ascii="Century Gothic" w:hAnsi="Century Gothic"/>
          <w:b/>
          <w:u w:val="single"/>
        </w:rPr>
      </w:pPr>
      <w:r w:rsidRPr="00EB42D4">
        <w:rPr>
          <w:rFonts w:ascii="Century Gothic" w:hAnsi="Century Gothic"/>
          <w:b/>
        </w:rPr>
        <w:t>ZONAL OFFICE</w:t>
      </w:r>
      <w:r>
        <w:rPr>
          <w:rFonts w:ascii="Century Gothic" w:hAnsi="Century Gothic"/>
          <w:b/>
        </w:rPr>
        <w:t xml:space="preserve">, </w:t>
      </w:r>
      <w:r w:rsidRPr="00EB42D4">
        <w:rPr>
          <w:rFonts w:ascii="Century Gothic" w:hAnsi="Century Gothic"/>
          <w:b/>
          <w:u w:val="single"/>
        </w:rPr>
        <w:t>PUNE</w:t>
      </w:r>
    </w:p>
    <w:p w:rsidR="00085D97" w:rsidRPr="00EB42D4" w:rsidRDefault="00085D97" w:rsidP="00085D97">
      <w:pPr>
        <w:jc w:val="center"/>
        <w:rPr>
          <w:rFonts w:ascii="Century Gothic" w:hAnsi="Century Gothic"/>
          <w:b/>
        </w:rPr>
      </w:pPr>
      <w:r w:rsidRPr="00EB42D4">
        <w:rPr>
          <w:rFonts w:ascii="Century Gothic" w:hAnsi="Century Gothic"/>
          <w:b/>
        </w:rPr>
        <w:t>REQUIREMENT OF OFFICE/BRANCH PREMISES</w:t>
      </w:r>
    </w:p>
    <w:p w:rsidR="00085D97" w:rsidRPr="00DD4A92" w:rsidRDefault="00085D97" w:rsidP="00085D97">
      <w:pPr>
        <w:ind w:left="284"/>
        <w:jc w:val="both"/>
        <w:rPr>
          <w:rFonts w:ascii="Century Gothic" w:hAnsi="Century Gothic"/>
          <w:bCs/>
        </w:rPr>
      </w:pPr>
      <w:r w:rsidRPr="00DD4A92">
        <w:rPr>
          <w:rFonts w:ascii="Century Gothic" w:hAnsi="Century Gothic"/>
          <w:bCs/>
        </w:rPr>
        <w:t>Offers in two separate sealed covers containing technical details and financial details on prescribed format are invited from the interested parties, who are ready to lease out (on long terms</w:t>
      </w:r>
      <w:r>
        <w:rPr>
          <w:rFonts w:ascii="Century Gothic" w:hAnsi="Century Gothic"/>
          <w:bCs/>
        </w:rPr>
        <w:t>15 years or more</w:t>
      </w:r>
      <w:r w:rsidRPr="00DD4A92">
        <w:rPr>
          <w:rFonts w:ascii="Century Gothic" w:hAnsi="Century Gothic"/>
          <w:bCs/>
        </w:rPr>
        <w:t xml:space="preserve"> preferably for </w:t>
      </w:r>
      <w:r>
        <w:rPr>
          <w:rFonts w:ascii="Century Gothic" w:hAnsi="Century Gothic"/>
          <w:bCs/>
        </w:rPr>
        <w:t>2</w:t>
      </w:r>
      <w:r w:rsidRPr="00DD4A92">
        <w:rPr>
          <w:rFonts w:ascii="Century Gothic" w:hAnsi="Century Gothic"/>
          <w:bCs/>
        </w:rPr>
        <w:t>0/</w:t>
      </w:r>
      <w:r>
        <w:rPr>
          <w:rFonts w:ascii="Century Gothic" w:hAnsi="Century Gothic"/>
          <w:bCs/>
        </w:rPr>
        <w:t>2</w:t>
      </w:r>
      <w:r w:rsidRPr="00DD4A92">
        <w:rPr>
          <w:rFonts w:ascii="Century Gothic" w:hAnsi="Century Gothic"/>
          <w:bCs/>
        </w:rPr>
        <w:t xml:space="preserve">5 years or more) their readily available premises in </w:t>
      </w:r>
      <w:r>
        <w:rPr>
          <w:rFonts w:ascii="Century Gothic" w:hAnsi="Century Gothic"/>
          <w:bCs/>
        </w:rPr>
        <w:t>Kolhapur City--</w:t>
      </w:r>
      <w:r w:rsidRPr="00DD4A92">
        <w:rPr>
          <w:rFonts w:ascii="Century Gothic" w:hAnsi="Century Gothic"/>
          <w:bCs/>
        </w:rPr>
        <w:t xml:space="preserve"> area  at the following places with the following requisite details.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4762"/>
        <w:gridCol w:w="2346"/>
      </w:tblGrid>
      <w:tr w:rsidR="00085D97" w:rsidRPr="00A24B75" w:rsidTr="0002059A">
        <w:trPr>
          <w:trHeight w:val="471"/>
        </w:trPr>
        <w:tc>
          <w:tcPr>
            <w:tcW w:w="2236" w:type="dxa"/>
            <w:vAlign w:val="center"/>
          </w:tcPr>
          <w:p w:rsidR="00085D97" w:rsidRPr="00A24B75" w:rsidRDefault="00085D97" w:rsidP="0002059A">
            <w:pPr>
              <w:spacing w:after="0" w:line="240" w:lineRule="auto"/>
              <w:jc w:val="center"/>
              <w:rPr>
                <w:rFonts w:ascii="Century Gothic" w:hAnsi="Century Gothic"/>
                <w:b/>
              </w:rPr>
            </w:pPr>
            <w:r w:rsidRPr="00A24B75">
              <w:rPr>
                <w:rFonts w:ascii="Century Gothic" w:hAnsi="Century Gothic"/>
                <w:b/>
              </w:rPr>
              <w:t>Branch / Office</w:t>
            </w:r>
          </w:p>
        </w:tc>
        <w:tc>
          <w:tcPr>
            <w:tcW w:w="5277" w:type="dxa"/>
            <w:vAlign w:val="center"/>
          </w:tcPr>
          <w:p w:rsidR="00085D97" w:rsidRPr="00A24B75" w:rsidRDefault="00085D97" w:rsidP="0002059A">
            <w:pPr>
              <w:spacing w:after="0" w:line="240" w:lineRule="auto"/>
              <w:jc w:val="center"/>
              <w:rPr>
                <w:rFonts w:ascii="Century Gothic" w:hAnsi="Century Gothic"/>
                <w:b/>
              </w:rPr>
            </w:pPr>
            <w:r w:rsidRPr="00A24B75">
              <w:rPr>
                <w:rFonts w:ascii="Century Gothic" w:hAnsi="Century Gothic"/>
                <w:b/>
              </w:rPr>
              <w:t>Preferred location</w:t>
            </w:r>
          </w:p>
        </w:tc>
        <w:tc>
          <w:tcPr>
            <w:tcW w:w="2551" w:type="dxa"/>
            <w:vAlign w:val="center"/>
          </w:tcPr>
          <w:p w:rsidR="00085D97" w:rsidRPr="00A24B75" w:rsidRDefault="00085D97" w:rsidP="0002059A">
            <w:pPr>
              <w:spacing w:after="0" w:line="240" w:lineRule="auto"/>
              <w:jc w:val="center"/>
              <w:rPr>
                <w:rFonts w:ascii="Century Gothic" w:hAnsi="Century Gothic"/>
                <w:b/>
              </w:rPr>
            </w:pPr>
            <w:r w:rsidRPr="00A24B75">
              <w:rPr>
                <w:rFonts w:ascii="Century Gothic" w:hAnsi="Century Gothic"/>
                <w:b/>
              </w:rPr>
              <w:t>Carpet Area (</w:t>
            </w:r>
            <w:proofErr w:type="spellStart"/>
            <w:r w:rsidRPr="00A24B75">
              <w:rPr>
                <w:rFonts w:ascii="Century Gothic" w:hAnsi="Century Gothic"/>
                <w:b/>
              </w:rPr>
              <w:t>sft</w:t>
            </w:r>
            <w:proofErr w:type="spellEnd"/>
            <w:r w:rsidRPr="00A24B75">
              <w:rPr>
                <w:rFonts w:ascii="Century Gothic" w:hAnsi="Century Gothic"/>
                <w:b/>
              </w:rPr>
              <w:t>.)</w:t>
            </w:r>
          </w:p>
        </w:tc>
      </w:tr>
      <w:tr w:rsidR="00085D97" w:rsidRPr="00DD4A92" w:rsidTr="0002059A">
        <w:trPr>
          <w:trHeight w:val="498"/>
        </w:trPr>
        <w:tc>
          <w:tcPr>
            <w:tcW w:w="2236" w:type="dxa"/>
            <w:vAlign w:val="center"/>
          </w:tcPr>
          <w:p w:rsidR="00085D97" w:rsidRPr="00DD4A92" w:rsidRDefault="00085D97" w:rsidP="0002059A">
            <w:pPr>
              <w:jc w:val="center"/>
              <w:rPr>
                <w:rFonts w:ascii="Century Gothic" w:hAnsi="Century Gothic"/>
                <w:bCs/>
              </w:rPr>
            </w:pPr>
            <w:r>
              <w:rPr>
                <w:rFonts w:ascii="Century Gothic" w:hAnsi="Century Gothic"/>
                <w:bCs/>
              </w:rPr>
              <w:t>Kolhapur</w:t>
            </w:r>
          </w:p>
        </w:tc>
        <w:tc>
          <w:tcPr>
            <w:tcW w:w="5277" w:type="dxa"/>
            <w:vAlign w:val="center"/>
          </w:tcPr>
          <w:p w:rsidR="00085D97" w:rsidRPr="00A24B75" w:rsidRDefault="00085D97" w:rsidP="0002059A">
            <w:pPr>
              <w:spacing w:after="0"/>
              <w:jc w:val="center"/>
              <w:rPr>
                <w:rFonts w:ascii="Century Gothic" w:hAnsi="Century Gothic"/>
                <w:szCs w:val="22"/>
              </w:rPr>
            </w:pPr>
            <w:r>
              <w:rPr>
                <w:rFonts w:ascii="Century Gothic" w:hAnsi="Century Gothic"/>
                <w:szCs w:val="22"/>
              </w:rPr>
              <w:t xml:space="preserve">Main Market, </w:t>
            </w:r>
            <w:proofErr w:type="spellStart"/>
            <w:r>
              <w:rPr>
                <w:rFonts w:ascii="Century Gothic" w:hAnsi="Century Gothic"/>
                <w:szCs w:val="22"/>
              </w:rPr>
              <w:t>Shahupuri</w:t>
            </w:r>
            <w:proofErr w:type="spellEnd"/>
            <w:r>
              <w:rPr>
                <w:rFonts w:ascii="Century Gothic" w:hAnsi="Century Gothic"/>
                <w:szCs w:val="22"/>
              </w:rPr>
              <w:t xml:space="preserve"> &amp; </w:t>
            </w:r>
            <w:proofErr w:type="spellStart"/>
            <w:r>
              <w:rPr>
                <w:rFonts w:ascii="Century Gothic" w:hAnsi="Century Gothic"/>
                <w:szCs w:val="22"/>
              </w:rPr>
              <w:t>Laxmipuri</w:t>
            </w:r>
            <w:proofErr w:type="spellEnd"/>
          </w:p>
        </w:tc>
        <w:tc>
          <w:tcPr>
            <w:tcW w:w="2551" w:type="dxa"/>
            <w:vAlign w:val="center"/>
          </w:tcPr>
          <w:p w:rsidR="00085D97" w:rsidRPr="00DD4A92" w:rsidRDefault="00085D97" w:rsidP="0002059A">
            <w:pPr>
              <w:jc w:val="center"/>
              <w:rPr>
                <w:rFonts w:ascii="Century Gothic" w:hAnsi="Century Gothic"/>
                <w:bCs/>
              </w:rPr>
            </w:pPr>
            <w:r>
              <w:rPr>
                <w:rFonts w:ascii="Century Gothic" w:hAnsi="Century Gothic"/>
                <w:bCs/>
              </w:rPr>
              <w:t>1000-1200</w:t>
            </w:r>
          </w:p>
        </w:tc>
      </w:tr>
    </w:tbl>
    <w:p w:rsidR="00085D97" w:rsidRDefault="00085D97" w:rsidP="00085D97">
      <w:pPr>
        <w:spacing w:after="0"/>
        <w:jc w:val="both"/>
        <w:rPr>
          <w:rFonts w:ascii="Century Gothic" w:hAnsi="Century Gothic"/>
          <w:bCs/>
        </w:rPr>
      </w:pPr>
      <w:r>
        <w:rPr>
          <w:rFonts w:ascii="Century Gothic" w:hAnsi="Century Gothic"/>
          <w:bCs/>
        </w:rPr>
        <w:t xml:space="preserve">     </w:t>
      </w:r>
      <w:r w:rsidRPr="00DD4A92">
        <w:rPr>
          <w:rFonts w:ascii="Century Gothic" w:hAnsi="Century Gothic"/>
          <w:bCs/>
        </w:rPr>
        <w:t xml:space="preserve">The following terms &amp; conditions should be complied with, while submitting the offer </w:t>
      </w:r>
    </w:p>
    <w:p w:rsidR="00085D97" w:rsidRPr="00DD4A92" w:rsidRDefault="00085D97" w:rsidP="00085D97">
      <w:pPr>
        <w:spacing w:after="0"/>
        <w:jc w:val="both"/>
        <w:rPr>
          <w:rFonts w:ascii="Century Gothic" w:hAnsi="Century Gothic"/>
          <w:bCs/>
        </w:rPr>
      </w:pPr>
      <w:r>
        <w:rPr>
          <w:rFonts w:ascii="Century Gothic" w:hAnsi="Century Gothic"/>
          <w:bCs/>
        </w:rPr>
        <w:t xml:space="preserve">     </w:t>
      </w:r>
      <w:proofErr w:type="gramStart"/>
      <w:r w:rsidRPr="00DD4A92">
        <w:rPr>
          <w:rFonts w:ascii="Century Gothic" w:hAnsi="Century Gothic"/>
          <w:bCs/>
        </w:rPr>
        <w:t>for</w:t>
      </w:r>
      <w:proofErr w:type="gramEnd"/>
      <w:r w:rsidRPr="00DD4A92">
        <w:rPr>
          <w:rFonts w:ascii="Century Gothic" w:hAnsi="Century Gothic"/>
          <w:bCs/>
        </w:rPr>
        <w:t xml:space="preserve"> the proposed premises:</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Applicant will be required : (</w:t>
      </w:r>
      <w:proofErr w:type="spellStart"/>
      <w:r w:rsidRPr="00DD4A92">
        <w:rPr>
          <w:rFonts w:ascii="Century Gothic" w:hAnsi="Century Gothic"/>
          <w:bCs/>
        </w:rPr>
        <w:t>i</w:t>
      </w:r>
      <w:proofErr w:type="spellEnd"/>
      <w:r w:rsidRPr="00DD4A92">
        <w:rPr>
          <w:rFonts w:ascii="Century Gothic" w:hAnsi="Century Gothic"/>
          <w:bCs/>
        </w:rPr>
        <w:t xml:space="preserve">) </w:t>
      </w:r>
      <w:r>
        <w:rPr>
          <w:rFonts w:ascii="Century Gothic" w:hAnsi="Century Gothic"/>
          <w:bCs/>
        </w:rPr>
        <w:t>T</w:t>
      </w:r>
      <w:r w:rsidRPr="00DD4A92">
        <w:rPr>
          <w:rFonts w:ascii="Century Gothic" w:hAnsi="Century Gothic"/>
          <w:bCs/>
        </w:rPr>
        <w:t>o provide proof of ownership along with application and (ii) NOC for opening of bank/ATM from Competent Authority at their own cost at the time of finalization.</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The offerer must have a clear title to the property.</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Premises should preferably be located on ground floor. There could be few exceptions like premises in Malls, Shopping Centre etc. where infrastructure facilities like lifts, escalators are available.</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 xml:space="preserve">The premises must be suitable from the security point of view and have all basic amenities such as adequate sanitary arrangements, water and electricity, natural light and ventilation.    </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 xml:space="preserve">The premises structure should be strong enough to bear the weight of Strong Room, Strong Room Doors, </w:t>
      </w:r>
      <w:proofErr w:type="gramStart"/>
      <w:r w:rsidRPr="00DD4A92">
        <w:rPr>
          <w:rFonts w:ascii="Century Gothic" w:hAnsi="Century Gothic"/>
          <w:bCs/>
        </w:rPr>
        <w:t>Safe</w:t>
      </w:r>
      <w:proofErr w:type="gramEnd"/>
      <w:r w:rsidRPr="00DD4A92">
        <w:rPr>
          <w:rFonts w:ascii="Century Gothic" w:hAnsi="Century Gothic"/>
          <w:bCs/>
        </w:rPr>
        <w:t xml:space="preserve"> &amp; Lockers Cabinet. Construction for Strong Room as per Bank’s specification should be done by the Landlord.</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The offerer will have to execute Bank’s standard lease deed and bear the cost of execution and registration of Lease Deed.</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 xml:space="preserve">The offerer should bear all the taxes, non-conforming/misuse charges, </w:t>
      </w:r>
      <w:proofErr w:type="spellStart"/>
      <w:r w:rsidRPr="00DD4A92">
        <w:rPr>
          <w:rFonts w:ascii="Century Gothic" w:hAnsi="Century Gothic"/>
          <w:bCs/>
        </w:rPr>
        <w:t>cesses</w:t>
      </w:r>
      <w:proofErr w:type="spellEnd"/>
      <w:r w:rsidRPr="00DD4A92">
        <w:rPr>
          <w:rFonts w:ascii="Century Gothic" w:hAnsi="Century Gothic"/>
          <w:bCs/>
        </w:rPr>
        <w:t xml:space="preserve"> etc. if imposed, related to the premises.</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The offerer is to provide space for Generator Set, Toilets and Parking space free of cost.</w:t>
      </w:r>
    </w:p>
    <w:p w:rsidR="00085D97" w:rsidRPr="00DD4A92" w:rsidRDefault="00085D97" w:rsidP="00085D97">
      <w:pPr>
        <w:numPr>
          <w:ilvl w:val="0"/>
          <w:numId w:val="43"/>
        </w:numPr>
        <w:spacing w:after="0" w:line="240" w:lineRule="auto"/>
        <w:jc w:val="both"/>
        <w:rPr>
          <w:rFonts w:ascii="Century Gothic" w:hAnsi="Century Gothic"/>
          <w:bCs/>
        </w:rPr>
      </w:pPr>
      <w:r w:rsidRPr="00DD4A92">
        <w:rPr>
          <w:rFonts w:ascii="Century Gothic" w:hAnsi="Century Gothic"/>
          <w:bCs/>
        </w:rPr>
        <w:t>The offerer is to provide three-phase power connection with minimum power load of 10 KVA for the purpose.</w:t>
      </w:r>
    </w:p>
    <w:p w:rsidR="00085D97" w:rsidRPr="00DD4A92" w:rsidRDefault="00085D97" w:rsidP="00085D97">
      <w:pPr>
        <w:ind w:left="360"/>
        <w:rPr>
          <w:rFonts w:ascii="Century Gothic" w:hAnsi="Century Gothic"/>
          <w:bCs/>
        </w:rPr>
      </w:pPr>
      <w:r w:rsidRPr="00DD4A92">
        <w:rPr>
          <w:rFonts w:ascii="Century Gothic" w:hAnsi="Century Gothic"/>
          <w:bCs/>
        </w:rPr>
        <w:t xml:space="preserve">                                                                                          </w:t>
      </w:r>
      <w:r>
        <w:rPr>
          <w:rFonts w:ascii="Century Gothic" w:hAnsi="Century Gothic"/>
          <w:bCs/>
        </w:rPr>
        <w:t xml:space="preserve">                               </w:t>
      </w:r>
      <w:r w:rsidRPr="00DD4A92">
        <w:rPr>
          <w:rFonts w:ascii="Century Gothic" w:hAnsi="Century Gothic"/>
          <w:bCs/>
        </w:rPr>
        <w:t xml:space="preserve"> </w:t>
      </w:r>
      <w:r>
        <w:rPr>
          <w:rFonts w:ascii="Century Gothic" w:hAnsi="Century Gothic"/>
          <w:bCs/>
        </w:rPr>
        <w:t xml:space="preserve">                </w:t>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r>
      <w:r>
        <w:rPr>
          <w:rFonts w:ascii="Century Gothic" w:hAnsi="Century Gothic"/>
          <w:bCs/>
        </w:rPr>
        <w:tab/>
        <w:t>Contd. -----</w:t>
      </w:r>
      <w:r w:rsidRPr="00DD4A92">
        <w:rPr>
          <w:rFonts w:ascii="Century Gothic" w:hAnsi="Century Gothic"/>
          <w:bCs/>
        </w:rPr>
        <w:t>….2</w:t>
      </w:r>
    </w:p>
    <w:p w:rsidR="00085D97" w:rsidRPr="00DD4A92" w:rsidRDefault="00085D97" w:rsidP="00085D97">
      <w:pPr>
        <w:jc w:val="center"/>
        <w:rPr>
          <w:rFonts w:ascii="Century Gothic" w:hAnsi="Century Gothic"/>
          <w:bCs/>
        </w:rPr>
      </w:pPr>
      <w:r>
        <w:rPr>
          <w:rFonts w:ascii="Century Gothic" w:hAnsi="Century Gothic"/>
          <w:bCs/>
        </w:rPr>
        <w:lastRenderedPageBreak/>
        <w:t>:</w:t>
      </w:r>
      <w:r w:rsidRPr="00DD4A92">
        <w:rPr>
          <w:rFonts w:ascii="Century Gothic" w:hAnsi="Century Gothic"/>
          <w:bCs/>
        </w:rPr>
        <w:t xml:space="preserve"> </w:t>
      </w:r>
      <w:proofErr w:type="gramStart"/>
      <w:r w:rsidRPr="00DD4A92">
        <w:rPr>
          <w:rFonts w:ascii="Century Gothic" w:hAnsi="Century Gothic"/>
          <w:bCs/>
        </w:rPr>
        <w:t>2 :</w:t>
      </w:r>
      <w:proofErr w:type="gramEnd"/>
    </w:p>
    <w:p w:rsidR="00085D97" w:rsidRPr="00DD4A92" w:rsidRDefault="00085D97" w:rsidP="00085D97">
      <w:pPr>
        <w:jc w:val="both"/>
        <w:rPr>
          <w:rFonts w:ascii="Century Gothic" w:hAnsi="Century Gothic"/>
          <w:bCs/>
        </w:rPr>
      </w:pPr>
      <w:r w:rsidRPr="00DD4A92">
        <w:rPr>
          <w:rFonts w:ascii="Century Gothic" w:hAnsi="Century Gothic"/>
          <w:bCs/>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addressed to the Zonal Manager, UCO Bank.</w:t>
      </w:r>
    </w:p>
    <w:p w:rsidR="00085D97" w:rsidRDefault="00085D97" w:rsidP="00085D97">
      <w:pPr>
        <w:jc w:val="both"/>
        <w:rPr>
          <w:rFonts w:ascii="Century Gothic" w:hAnsi="Century Gothic"/>
          <w:bCs/>
        </w:rPr>
      </w:pPr>
      <w:r w:rsidRPr="00DD4A92">
        <w:rPr>
          <w:rFonts w:ascii="Century Gothic" w:hAnsi="Century Gothic"/>
          <w:bCs/>
        </w:rPr>
        <w:t>The offer as above should be submitted in the bank’s prescribed format only which may be obtained from</w:t>
      </w:r>
      <w:r>
        <w:rPr>
          <w:rFonts w:ascii="Century Gothic" w:hAnsi="Century Gothic"/>
          <w:bCs/>
        </w:rPr>
        <w:t xml:space="preserve"> our</w:t>
      </w:r>
      <w:r w:rsidRPr="00DD4A92">
        <w:rPr>
          <w:rFonts w:ascii="Century Gothic" w:hAnsi="Century Gothic"/>
          <w:bCs/>
        </w:rPr>
        <w:t xml:space="preserve"> </w:t>
      </w:r>
      <w:r w:rsidRPr="00903B1D">
        <w:rPr>
          <w:rFonts w:ascii="Century Gothic" w:hAnsi="Century Gothic"/>
          <w:b/>
          <w:bCs/>
          <w:szCs w:val="22"/>
        </w:rPr>
        <w:t>Kolhapur Main Branch</w:t>
      </w:r>
      <w:r>
        <w:rPr>
          <w:rFonts w:ascii="Century Gothic" w:hAnsi="Century Gothic"/>
          <w:szCs w:val="22"/>
        </w:rPr>
        <w:t xml:space="preserve"> (</w:t>
      </w:r>
      <w:proofErr w:type="spellStart"/>
      <w:proofErr w:type="gramStart"/>
      <w:r>
        <w:rPr>
          <w:rFonts w:ascii="Century Gothic" w:hAnsi="Century Gothic"/>
          <w:szCs w:val="22"/>
        </w:rPr>
        <w:t>Shahupuri</w:t>
      </w:r>
      <w:proofErr w:type="spellEnd"/>
      <w:r>
        <w:rPr>
          <w:rFonts w:ascii="Century Gothic" w:hAnsi="Century Gothic"/>
          <w:szCs w:val="22"/>
        </w:rPr>
        <w:t xml:space="preserve"> ,</w:t>
      </w:r>
      <w:proofErr w:type="gramEnd"/>
      <w:r>
        <w:rPr>
          <w:rFonts w:ascii="Century Gothic" w:hAnsi="Century Gothic"/>
          <w:szCs w:val="22"/>
        </w:rPr>
        <w:t xml:space="preserve"> Kolhapur ) or  from Bank’s Zonal Office</w:t>
      </w:r>
      <w:r>
        <w:rPr>
          <w:rFonts w:ascii="Century Gothic" w:hAnsi="Century Gothic"/>
          <w:bCs/>
        </w:rPr>
        <w:t xml:space="preserve"> Pune </w:t>
      </w:r>
      <w:r w:rsidRPr="00DD4A92">
        <w:rPr>
          <w:rFonts w:ascii="Century Gothic" w:hAnsi="Century Gothic"/>
          <w:bCs/>
        </w:rPr>
        <w:t>or downloaded from Bank’s website</w:t>
      </w:r>
      <w:r>
        <w:rPr>
          <w:rFonts w:ascii="Century Gothic" w:hAnsi="Century Gothic"/>
          <w:bCs/>
        </w:rPr>
        <w:t xml:space="preserve"> www.ucobank.com</w:t>
      </w:r>
    </w:p>
    <w:p w:rsidR="00085D97" w:rsidRDefault="00085D97" w:rsidP="00085D97">
      <w:pPr>
        <w:jc w:val="both"/>
        <w:rPr>
          <w:rFonts w:ascii="Century Gothic" w:hAnsi="Century Gothic"/>
          <w:b/>
        </w:rPr>
      </w:pPr>
      <w:r w:rsidRPr="00EB42D4">
        <w:rPr>
          <w:rFonts w:ascii="Century Gothic" w:hAnsi="Century Gothic"/>
          <w:b/>
        </w:rPr>
        <w:t xml:space="preserve">Last date of Application: </w:t>
      </w:r>
      <w:r>
        <w:rPr>
          <w:rFonts w:ascii="Century Gothic" w:hAnsi="Century Gothic"/>
          <w:b/>
        </w:rPr>
        <w:t>08</w:t>
      </w:r>
      <w:r w:rsidRPr="00EB42D4">
        <w:rPr>
          <w:rFonts w:ascii="Century Gothic" w:hAnsi="Century Gothic"/>
          <w:b/>
        </w:rPr>
        <w:t>-0</w:t>
      </w:r>
      <w:r>
        <w:rPr>
          <w:rFonts w:ascii="Century Gothic" w:hAnsi="Century Gothic"/>
          <w:b/>
        </w:rPr>
        <w:t>6</w:t>
      </w:r>
      <w:r w:rsidRPr="00EB42D4">
        <w:rPr>
          <w:rFonts w:ascii="Century Gothic" w:hAnsi="Century Gothic"/>
          <w:b/>
        </w:rPr>
        <w:t>-20</w:t>
      </w:r>
      <w:r>
        <w:rPr>
          <w:rFonts w:ascii="Century Gothic" w:hAnsi="Century Gothic"/>
          <w:b/>
        </w:rPr>
        <w:t>20</w:t>
      </w:r>
    </w:p>
    <w:p w:rsidR="00085D97" w:rsidRPr="00DD4A92" w:rsidRDefault="00085D97" w:rsidP="00085D97">
      <w:pPr>
        <w:jc w:val="both"/>
        <w:rPr>
          <w:rFonts w:ascii="Century Gothic" w:hAnsi="Century Gothic"/>
          <w:bCs/>
        </w:rPr>
      </w:pPr>
      <w:r w:rsidRPr="00DD4A92">
        <w:rPr>
          <w:rFonts w:ascii="Century Gothic" w:hAnsi="Century Gothic"/>
          <w:bCs/>
        </w:rPr>
        <w:t>The Bank reserves the rights to accept or reject any or all offers without assigning any reasons whatsoever.</w:t>
      </w:r>
    </w:p>
    <w:p w:rsidR="00085D97" w:rsidRDefault="00085D97" w:rsidP="00085D97">
      <w:pPr>
        <w:jc w:val="both"/>
        <w:rPr>
          <w:rFonts w:ascii="Century Gothic" w:hAnsi="Century Gothic"/>
          <w:bCs/>
        </w:rPr>
      </w:pPr>
      <w:r w:rsidRPr="00DD4A92">
        <w:rPr>
          <w:rFonts w:ascii="Century Gothic" w:hAnsi="Century Gothic"/>
          <w:bCs/>
        </w:rPr>
        <w:t>No brokerage will be paid by the bank.</w:t>
      </w:r>
    </w:p>
    <w:p w:rsidR="00085D97" w:rsidRPr="00DD4A92" w:rsidRDefault="00085D97" w:rsidP="00085D97">
      <w:pPr>
        <w:jc w:val="both"/>
        <w:rPr>
          <w:rFonts w:ascii="Century Gothic" w:hAnsi="Century Gothic"/>
          <w:bCs/>
        </w:rPr>
      </w:pPr>
    </w:p>
    <w:p w:rsidR="00085D97" w:rsidRPr="00EB42D4" w:rsidRDefault="00085D97" w:rsidP="00085D97">
      <w:pPr>
        <w:rPr>
          <w:rFonts w:ascii="Century Gothic" w:hAnsi="Century Gothic"/>
          <w:b/>
          <w:sz w:val="28"/>
          <w:szCs w:val="28"/>
        </w:rPr>
      </w:pPr>
      <w:r>
        <w:rPr>
          <w:rFonts w:ascii="Century Gothic" w:hAnsi="Century Gothic"/>
          <w:b/>
          <w:sz w:val="28"/>
          <w:szCs w:val="28"/>
        </w:rPr>
        <w:t xml:space="preserve">                                                                                       </w:t>
      </w:r>
      <w:r w:rsidRPr="00EB42D4">
        <w:rPr>
          <w:rFonts w:ascii="Century Gothic" w:hAnsi="Century Gothic"/>
          <w:b/>
          <w:sz w:val="28"/>
          <w:szCs w:val="28"/>
        </w:rPr>
        <w:t>Zonal Manager</w:t>
      </w:r>
    </w:p>
    <w:p w:rsidR="00085D97" w:rsidRPr="00EB42D4" w:rsidRDefault="00085D97" w:rsidP="00085D97">
      <w:pPr>
        <w:rPr>
          <w:rFonts w:ascii="Century Gothic" w:hAnsi="Century Gothic"/>
          <w:b/>
          <w:sz w:val="28"/>
          <w:szCs w:val="28"/>
        </w:rPr>
      </w:pPr>
      <w:r>
        <w:rPr>
          <w:rFonts w:ascii="Century Gothic" w:hAnsi="Century Gothic"/>
          <w:b/>
          <w:sz w:val="28"/>
          <w:szCs w:val="28"/>
        </w:rPr>
        <w:t xml:space="preserve">                                                                                                </w:t>
      </w:r>
      <w:proofErr w:type="gramStart"/>
      <w:r>
        <w:rPr>
          <w:rFonts w:ascii="Century Gothic" w:hAnsi="Century Gothic"/>
          <w:b/>
          <w:sz w:val="28"/>
          <w:szCs w:val="28"/>
        </w:rPr>
        <w:t>Pu</w:t>
      </w:r>
      <w:r w:rsidRPr="00EB42D4">
        <w:rPr>
          <w:rFonts w:ascii="Century Gothic" w:hAnsi="Century Gothic"/>
          <w:b/>
          <w:sz w:val="28"/>
          <w:szCs w:val="28"/>
        </w:rPr>
        <w:t>ne Zone.</w:t>
      </w:r>
      <w:proofErr w:type="gramEnd"/>
    </w:p>
    <w:p w:rsidR="00085D97" w:rsidRPr="00DD4A92" w:rsidRDefault="00085D97" w:rsidP="00085D97">
      <w:pPr>
        <w:rPr>
          <w:rFonts w:ascii="Century Gothic" w:hAnsi="Century Gothic"/>
          <w:bCs/>
          <w:sz w:val="28"/>
          <w:szCs w:val="28"/>
        </w:rPr>
      </w:pPr>
    </w:p>
    <w:p w:rsidR="00085D97" w:rsidRPr="00DD4A92" w:rsidRDefault="00085D97" w:rsidP="00085D97">
      <w:pPr>
        <w:rPr>
          <w:rFonts w:ascii="Century Gothic" w:hAnsi="Century Gothic"/>
          <w:bCs/>
          <w:u w:val="single"/>
        </w:rPr>
      </w:pPr>
      <w:proofErr w:type="spellStart"/>
      <w:proofErr w:type="gramStart"/>
      <w:r w:rsidRPr="00DD4A92">
        <w:rPr>
          <w:rFonts w:ascii="Century Gothic" w:hAnsi="Century Gothic"/>
          <w:bCs/>
          <w:u w:val="single"/>
        </w:rPr>
        <w:t>Encl</w:t>
      </w:r>
      <w:proofErr w:type="spellEnd"/>
      <w:r w:rsidRPr="00DD4A92">
        <w:rPr>
          <w:rFonts w:ascii="Century Gothic" w:hAnsi="Century Gothic"/>
          <w:bCs/>
          <w:u w:val="single"/>
        </w:rPr>
        <w:t xml:space="preserve"> :-</w:t>
      </w:r>
      <w:proofErr w:type="gramEnd"/>
      <w:r w:rsidRPr="00DD4A92">
        <w:rPr>
          <w:rFonts w:ascii="Century Gothic" w:hAnsi="Century Gothic"/>
          <w:bCs/>
          <w:u w:val="single"/>
        </w:rPr>
        <w:t xml:space="preserve"> Details of formalities and documents required for premises.</w:t>
      </w:r>
    </w:p>
    <w:p w:rsidR="00085D97" w:rsidRPr="000A2485" w:rsidRDefault="00085D97" w:rsidP="00085D97">
      <w:pPr>
        <w:rPr>
          <w:rFonts w:ascii="Century Gothic" w:hAnsi="Century Gothic"/>
          <w:bCs/>
        </w:rPr>
      </w:pPr>
      <w:r w:rsidRPr="000A2485">
        <w:rPr>
          <w:rFonts w:ascii="Century Gothic" w:hAnsi="Century Gothic"/>
          <w:bCs/>
        </w:rPr>
        <w:t xml:space="preserve">           Part-</w:t>
      </w:r>
      <w:proofErr w:type="gramStart"/>
      <w:r w:rsidRPr="000A2485">
        <w:rPr>
          <w:rFonts w:ascii="Century Gothic" w:hAnsi="Century Gothic"/>
          <w:bCs/>
        </w:rPr>
        <w:t>I  form</w:t>
      </w:r>
      <w:proofErr w:type="gramEnd"/>
      <w:r w:rsidRPr="000A2485">
        <w:rPr>
          <w:rFonts w:ascii="Century Gothic" w:hAnsi="Century Gothic"/>
          <w:bCs/>
        </w:rPr>
        <w:t xml:space="preserve">  for  Technical Bid</w:t>
      </w:r>
    </w:p>
    <w:p w:rsidR="00085D97" w:rsidRPr="000A2485" w:rsidRDefault="00085D97" w:rsidP="00085D97">
      <w:pPr>
        <w:rPr>
          <w:rFonts w:ascii="Century Gothic" w:hAnsi="Century Gothic"/>
          <w:bCs/>
        </w:rPr>
      </w:pPr>
      <w:r w:rsidRPr="000A2485">
        <w:rPr>
          <w:rFonts w:ascii="Century Gothic" w:hAnsi="Century Gothic"/>
          <w:bCs/>
        </w:rPr>
        <w:t xml:space="preserve">           Part-II </w:t>
      </w:r>
      <w:proofErr w:type="gramStart"/>
      <w:r w:rsidRPr="000A2485">
        <w:rPr>
          <w:rFonts w:ascii="Century Gothic" w:hAnsi="Century Gothic"/>
          <w:bCs/>
        </w:rPr>
        <w:t>form  for</w:t>
      </w:r>
      <w:proofErr w:type="gramEnd"/>
      <w:r w:rsidRPr="000A2485">
        <w:rPr>
          <w:rFonts w:ascii="Century Gothic" w:hAnsi="Century Gothic"/>
          <w:bCs/>
        </w:rPr>
        <w:t xml:space="preserve">   Financial  Bid</w:t>
      </w:r>
    </w:p>
    <w:p w:rsidR="00085D97" w:rsidRDefault="00085D97" w:rsidP="00085D97">
      <w:pPr>
        <w:jc w:val="right"/>
        <w:rPr>
          <w:rFonts w:ascii="Century Gothic" w:hAnsi="Century Gothic"/>
          <w:bCs/>
        </w:rPr>
      </w:pPr>
    </w:p>
    <w:p w:rsidR="00085D97" w:rsidRDefault="00085D97" w:rsidP="00085D97">
      <w:pPr>
        <w:jc w:val="center"/>
        <w:rPr>
          <w:rFonts w:ascii="Century Gothic" w:hAnsi="Century Gothic"/>
          <w:bCs/>
          <w:sz w:val="24"/>
          <w:szCs w:val="24"/>
        </w:rPr>
      </w:pPr>
    </w:p>
    <w:p w:rsidR="00085D97" w:rsidRDefault="00085D97" w:rsidP="00085D97">
      <w:pPr>
        <w:jc w:val="center"/>
        <w:rPr>
          <w:rFonts w:ascii="Century Gothic" w:hAnsi="Century Gothic"/>
          <w:bCs/>
          <w:sz w:val="24"/>
          <w:szCs w:val="24"/>
        </w:rPr>
      </w:pPr>
    </w:p>
    <w:p w:rsidR="00085D97" w:rsidRDefault="00085D97" w:rsidP="00085D97">
      <w:pPr>
        <w:jc w:val="center"/>
        <w:rPr>
          <w:rFonts w:ascii="Century Gothic" w:hAnsi="Century Gothic"/>
          <w:bCs/>
          <w:sz w:val="24"/>
          <w:szCs w:val="24"/>
        </w:rPr>
      </w:pPr>
    </w:p>
    <w:p w:rsidR="00085D97" w:rsidRDefault="00085D97" w:rsidP="00085D97">
      <w:pPr>
        <w:jc w:val="center"/>
        <w:rPr>
          <w:rFonts w:ascii="Century Gothic" w:hAnsi="Century Gothic"/>
          <w:bCs/>
          <w:sz w:val="24"/>
          <w:szCs w:val="24"/>
        </w:rPr>
      </w:pPr>
    </w:p>
    <w:p w:rsidR="00085D97" w:rsidRDefault="00085D97" w:rsidP="00085D97">
      <w:pPr>
        <w:jc w:val="center"/>
        <w:rPr>
          <w:rFonts w:ascii="Century Gothic" w:hAnsi="Century Gothic"/>
          <w:b/>
          <w:u w:val="single"/>
        </w:rPr>
      </w:pPr>
      <w:r>
        <w:rPr>
          <w:rFonts w:ascii="Century Gothic" w:hAnsi="Century Gothic"/>
          <w:bCs/>
          <w:sz w:val="24"/>
          <w:szCs w:val="24"/>
        </w:rPr>
        <w:lastRenderedPageBreak/>
        <w:t xml:space="preserve">: </w:t>
      </w:r>
      <w:proofErr w:type="gramStart"/>
      <w:r>
        <w:rPr>
          <w:rFonts w:ascii="Century Gothic" w:hAnsi="Century Gothic"/>
          <w:bCs/>
          <w:sz w:val="24"/>
          <w:szCs w:val="24"/>
        </w:rPr>
        <w:t>3 :</w:t>
      </w:r>
      <w:proofErr w:type="gramEnd"/>
    </w:p>
    <w:p w:rsidR="00085D97" w:rsidRDefault="00085D97" w:rsidP="00085D97">
      <w:pPr>
        <w:rPr>
          <w:rFonts w:ascii="Century Gothic" w:hAnsi="Century Gothic"/>
          <w:b/>
          <w:u w:val="single"/>
        </w:rPr>
      </w:pPr>
      <w:r>
        <w:rPr>
          <w:rFonts w:ascii="Century Gothic" w:hAnsi="Century Gothic"/>
          <w:b/>
          <w:u w:val="single"/>
        </w:rPr>
        <w:t>Details of formalities and documents required for premises.</w:t>
      </w:r>
    </w:p>
    <w:p w:rsidR="00085D97" w:rsidRDefault="00085D97" w:rsidP="00085D97">
      <w:pPr>
        <w:rPr>
          <w:rFonts w:ascii="Century Gothic" w:hAnsi="Century Gothic"/>
          <w:bCs/>
        </w:rPr>
      </w:pPr>
      <w:r>
        <w:rPr>
          <w:rFonts w:ascii="Century Gothic" w:hAnsi="Century Gothic"/>
          <w:bCs/>
        </w:rPr>
        <w:t xml:space="preserve">     (Advertisement dated 25-05-2020)</w:t>
      </w:r>
    </w:p>
    <w:p w:rsidR="00085D97" w:rsidRDefault="00085D97" w:rsidP="00085D97">
      <w:pPr>
        <w:numPr>
          <w:ilvl w:val="0"/>
          <w:numId w:val="44"/>
        </w:numPr>
        <w:spacing w:after="0" w:line="240" w:lineRule="auto"/>
        <w:jc w:val="both"/>
        <w:rPr>
          <w:rFonts w:ascii="Century Gothic" w:hAnsi="Century Gothic"/>
          <w:b/>
        </w:rPr>
      </w:pPr>
      <w:r>
        <w:rPr>
          <w:rFonts w:ascii="Century Gothic" w:hAnsi="Century Gothic"/>
          <w:bCs/>
        </w:rPr>
        <w:t xml:space="preserve">Submit your offer in enclosed quotation form in two separate sealed covers. Please ensure to submit the same to our office </w:t>
      </w:r>
      <w:r>
        <w:rPr>
          <w:rFonts w:ascii="Century Gothic" w:hAnsi="Century Gothic"/>
          <w:b/>
        </w:rPr>
        <w:t>latest by 08-06-2020, 5:30PM</w:t>
      </w:r>
    </w:p>
    <w:p w:rsidR="00085D97" w:rsidRDefault="00085D97" w:rsidP="00085D97">
      <w:pPr>
        <w:numPr>
          <w:ilvl w:val="0"/>
          <w:numId w:val="44"/>
        </w:numPr>
        <w:spacing w:after="0" w:line="240" w:lineRule="auto"/>
        <w:jc w:val="both"/>
        <w:rPr>
          <w:rFonts w:ascii="Century Gothic" w:hAnsi="Century Gothic"/>
          <w:bCs/>
        </w:rPr>
      </w:pPr>
      <w:r>
        <w:rPr>
          <w:rFonts w:ascii="Century Gothic" w:hAnsi="Century Gothic"/>
          <w:bCs/>
        </w:rPr>
        <w:t>While filing the quotation forms, please ensure to follow below mentioned instructions:</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Submit copy of ownership document along with technical Bid.</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You have to submit copy of “NOC” from competent authority.</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Fill up all the information asked for in the enclosed form itself.</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 xml:space="preserve">Do not quote rent / sale price </w:t>
      </w:r>
      <w:proofErr w:type="spellStart"/>
      <w:r>
        <w:rPr>
          <w:rFonts w:ascii="Century Gothic" w:hAnsi="Century Gothic"/>
          <w:bCs/>
        </w:rPr>
        <w:t>any where</w:t>
      </w:r>
      <w:proofErr w:type="spellEnd"/>
      <w:r>
        <w:rPr>
          <w:rFonts w:ascii="Century Gothic" w:hAnsi="Century Gothic"/>
          <w:bCs/>
        </w:rPr>
        <w:t xml:space="preserve"> in Part I of the form.</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In case you desire to stipulate any term and condition, the same should be mentioned in Part I of the form.</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Each part should be kept in a separate cover and the cover containing technical details should be marked ‘Envelope No.1 – Technical Bid” and the cover containing financial details should be marked “Envelope No.2 –Financial Bid’. Both these covers, duly sealed, should be put in a 3</w:t>
      </w:r>
      <w:r>
        <w:rPr>
          <w:rFonts w:ascii="Century Gothic" w:hAnsi="Century Gothic"/>
          <w:bCs/>
          <w:vertAlign w:val="superscript"/>
        </w:rPr>
        <w:t>rd</w:t>
      </w:r>
      <w:r>
        <w:rPr>
          <w:rFonts w:ascii="Century Gothic" w:hAnsi="Century Gothic"/>
          <w:bCs/>
        </w:rPr>
        <w:t xml:space="preserve"> cover super scribed with “Offer of Premises for UCO Bank”.</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All the three envelops should also bear the name and address, phone no</w:t>
      </w:r>
      <w:proofErr w:type="gramStart"/>
      <w:r>
        <w:rPr>
          <w:rFonts w:ascii="Century Gothic" w:hAnsi="Century Gothic"/>
          <w:bCs/>
        </w:rPr>
        <w:t>./</w:t>
      </w:r>
      <w:proofErr w:type="gramEnd"/>
      <w:r>
        <w:rPr>
          <w:rFonts w:ascii="Century Gothic" w:hAnsi="Century Gothic"/>
          <w:bCs/>
        </w:rPr>
        <w:t>mobile no. of the offerer.</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 xml:space="preserve">Separate applications as per prescribed Performa, duly filled, signed &amp; sealed, </w:t>
      </w:r>
      <w:proofErr w:type="gramStart"/>
      <w:r>
        <w:rPr>
          <w:rFonts w:ascii="Century Gothic" w:hAnsi="Century Gothic"/>
          <w:bCs/>
        </w:rPr>
        <w:t>be</w:t>
      </w:r>
      <w:proofErr w:type="gramEnd"/>
      <w:r>
        <w:rPr>
          <w:rFonts w:ascii="Century Gothic" w:hAnsi="Century Gothic"/>
          <w:bCs/>
        </w:rPr>
        <w:t xml:space="preserve"> submitted in respect of each offer. This is applicable for both the bids i.e. Technical &amp; Financial e.g. if any offerer is interested for two offers, he/she/they should submit two separate sealed covers each for Technical &amp; Financial bids (2 nos. for Technical &amp; 2 nos. for Financial Bids) and do the needful as described.</w:t>
      </w:r>
    </w:p>
    <w:p w:rsidR="00085D97" w:rsidRDefault="00085D97" w:rsidP="00085D97">
      <w:pPr>
        <w:numPr>
          <w:ilvl w:val="1"/>
          <w:numId w:val="44"/>
        </w:numPr>
        <w:spacing w:after="0" w:line="240" w:lineRule="auto"/>
        <w:jc w:val="both"/>
        <w:rPr>
          <w:rFonts w:ascii="Century Gothic" w:hAnsi="Century Gothic"/>
          <w:bCs/>
        </w:rPr>
      </w:pPr>
      <w:r>
        <w:rPr>
          <w:rFonts w:ascii="Century Gothic" w:hAnsi="Century Gothic"/>
          <w:bCs/>
        </w:rPr>
        <w:t>The 3</w:t>
      </w:r>
      <w:r>
        <w:rPr>
          <w:rFonts w:ascii="Century Gothic" w:hAnsi="Century Gothic"/>
          <w:bCs/>
          <w:vertAlign w:val="superscript"/>
        </w:rPr>
        <w:t>rd</w:t>
      </w:r>
      <w:r>
        <w:rPr>
          <w:rFonts w:ascii="Century Gothic" w:hAnsi="Century Gothic"/>
          <w:bCs/>
        </w:rPr>
        <w:t xml:space="preserve"> cover, duly sealed, should be addressed to the Zonal Manager, Zonal Office.</w:t>
      </w:r>
    </w:p>
    <w:p w:rsidR="00085D97" w:rsidRDefault="00085D97" w:rsidP="00085D97">
      <w:pPr>
        <w:ind w:left="1440"/>
        <w:jc w:val="both"/>
        <w:rPr>
          <w:rFonts w:ascii="Century Gothic" w:hAnsi="Century Gothic"/>
          <w:bCs/>
        </w:rPr>
      </w:pPr>
    </w:p>
    <w:p w:rsidR="00085D97" w:rsidRDefault="00085D97" w:rsidP="00085D97">
      <w:pPr>
        <w:ind w:left="1440"/>
        <w:jc w:val="both"/>
        <w:rPr>
          <w:rFonts w:ascii="Century Gothic" w:hAnsi="Century Gothic"/>
          <w:bCs/>
        </w:rPr>
      </w:pPr>
      <w:r>
        <w:rPr>
          <w:rFonts w:ascii="Century Gothic" w:hAnsi="Century Gothic"/>
          <w:bCs/>
        </w:rPr>
        <w:t>Please note that Quotation submitted in other format/paper will not be entertained by the Bank and such offers will be liable for rejection. Bank reserves the right to accept any offer and reject any/all offers without assigning any reason.</w:t>
      </w:r>
    </w:p>
    <w:p w:rsidR="00085D97" w:rsidRDefault="00085D97" w:rsidP="00085D97">
      <w:pPr>
        <w:ind w:left="1440"/>
        <w:rPr>
          <w:rFonts w:ascii="Century Gothic" w:hAnsi="Century Gothic"/>
          <w:bCs/>
        </w:rPr>
      </w:pPr>
    </w:p>
    <w:p w:rsidR="00085D97" w:rsidRDefault="00085D97" w:rsidP="00085D97">
      <w:pPr>
        <w:ind w:left="1440"/>
        <w:rPr>
          <w:rFonts w:ascii="Century Gothic" w:hAnsi="Century Gothic"/>
          <w:bCs/>
        </w:rPr>
      </w:pPr>
      <w:proofErr w:type="spellStart"/>
      <w:r w:rsidRPr="00AC462F">
        <w:rPr>
          <w:rFonts w:ascii="Century Gothic" w:hAnsi="Century Gothic"/>
          <w:b/>
        </w:rPr>
        <w:t>Encl</w:t>
      </w:r>
      <w:proofErr w:type="spellEnd"/>
      <w:r>
        <w:rPr>
          <w:rFonts w:ascii="Century Gothic" w:hAnsi="Century Gothic"/>
          <w:bCs/>
        </w:rPr>
        <w:t xml:space="preserve"> :  Quotation form in two parts.</w:t>
      </w:r>
      <w:bookmarkStart w:id="0" w:name="_GoBack"/>
      <w:bookmarkEnd w:id="0"/>
    </w:p>
    <w:p w:rsidR="00EC767F" w:rsidRPr="00A70394" w:rsidRDefault="00EC767F" w:rsidP="00A70394"/>
    <w:sectPr w:rsidR="00EC767F" w:rsidRPr="00A70394" w:rsidSect="003F4685">
      <w:headerReference w:type="default" r:id="rId9"/>
      <w:footerReference w:type="default" r:id="rId10"/>
      <w:pgSz w:w="12240" w:h="16805" w:code="1"/>
      <w:pgMar w:top="1440" w:right="1440" w:bottom="1440" w:left="1418" w:header="397" w:footer="22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EEF" w:rsidRDefault="00476EEF">
      <w:r>
        <w:separator/>
      </w:r>
    </w:p>
  </w:endnote>
  <w:endnote w:type="continuationSeparator" w:id="0">
    <w:p w:rsidR="00476EEF" w:rsidRDefault="00476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62" w:type="dxa"/>
      <w:tblInd w:w="-806" w:type="dxa"/>
      <w:tblBorders>
        <w:top w:val="single" w:sz="4" w:space="0" w:color="auto"/>
      </w:tblBorders>
      <w:tblLook w:val="01E0" w:firstRow="1" w:lastRow="1" w:firstColumn="1" w:lastColumn="1" w:noHBand="0" w:noVBand="0"/>
    </w:tblPr>
    <w:tblGrid>
      <w:gridCol w:w="11562"/>
    </w:tblGrid>
    <w:tr w:rsidR="00740288" w:rsidRPr="006F51D2" w:rsidTr="00777228">
      <w:trPr>
        <w:trHeight w:val="423"/>
      </w:trPr>
      <w:tc>
        <w:tcPr>
          <w:tcW w:w="11562" w:type="dxa"/>
          <w:vAlign w:val="center"/>
        </w:tcPr>
        <w:p w:rsidR="00740288" w:rsidRDefault="00740288" w:rsidP="00987081">
          <w:pPr>
            <w:spacing w:after="0" w:line="240" w:lineRule="auto"/>
            <w:jc w:val="center"/>
            <w:rPr>
              <w:rFonts w:ascii="Arial Unicode MS" w:eastAsia="Arial Unicode MS" w:hAnsi="Arial Unicode MS" w:cs="Arial Unicode MS"/>
              <w:b/>
              <w:bCs/>
            </w:rPr>
          </w:pPr>
          <w:r w:rsidRPr="00D801D7">
            <w:rPr>
              <w:rFonts w:ascii="Arial Unicode MS" w:eastAsia="Arial Unicode MS" w:hAnsi="Arial Unicode MS" w:cs="Arial Unicode MS"/>
              <w:b/>
              <w:bCs/>
              <w:cs/>
            </w:rPr>
            <w:t>यूको बैंक</w:t>
          </w:r>
          <w:r>
            <w:rPr>
              <w:rFonts w:ascii="Arial Unicode MS" w:eastAsia="Arial Unicode MS" w:hAnsi="Arial Unicode MS" w:cs="Arial Unicode MS" w:hint="cs"/>
              <w:b/>
              <w:bCs/>
              <w:cs/>
            </w:rPr>
            <w:t xml:space="preserve"> </w:t>
          </w:r>
          <w:r w:rsidRPr="00D801D7">
            <w:rPr>
              <w:rFonts w:ascii="Arial Unicode MS" w:eastAsia="Arial Unicode MS" w:hAnsi="Arial Unicode MS" w:cs="Arial Unicode MS"/>
              <w:b/>
              <w:bCs/>
            </w:rPr>
            <w:t xml:space="preserve">, </w:t>
          </w:r>
          <w:r w:rsidRPr="00D801D7">
            <w:rPr>
              <w:rFonts w:ascii="Arial Unicode MS" w:eastAsia="Arial Unicode MS" w:hAnsi="Arial Unicode MS" w:cs="Arial Unicode MS"/>
              <w:b/>
              <w:bCs/>
              <w:cs/>
            </w:rPr>
            <w:t xml:space="preserve">अंचल कार्यालय </w:t>
          </w:r>
          <w:r>
            <w:rPr>
              <w:rFonts w:ascii="Arial Unicode MS" w:eastAsia="Arial Unicode MS" w:hAnsi="Arial Unicode MS" w:cs="Arial Unicode MS" w:hint="cs"/>
              <w:b/>
              <w:bCs/>
              <w:cs/>
            </w:rPr>
            <w:t xml:space="preserve">पुणे     </w:t>
          </w:r>
          <w:r w:rsidRPr="00D801D7">
            <w:rPr>
              <w:b/>
              <w:bCs/>
            </w:rPr>
            <w:t>UCO BANK</w:t>
          </w:r>
          <w:r>
            <w:rPr>
              <w:rFonts w:hint="cs"/>
              <w:b/>
              <w:bCs/>
              <w:cs/>
            </w:rPr>
            <w:t xml:space="preserve"> </w:t>
          </w:r>
          <w:r w:rsidRPr="00D801D7">
            <w:rPr>
              <w:b/>
              <w:bCs/>
              <w:cs/>
            </w:rPr>
            <w:t xml:space="preserve">, </w:t>
          </w:r>
          <w:r w:rsidRPr="00D801D7">
            <w:rPr>
              <w:b/>
              <w:bCs/>
            </w:rPr>
            <w:t xml:space="preserve"> Zonal Office Pune,</w:t>
          </w:r>
        </w:p>
        <w:p w:rsidR="00740288" w:rsidRPr="00D801D7" w:rsidRDefault="00740288" w:rsidP="00987081">
          <w:pPr>
            <w:spacing w:after="0" w:line="240" w:lineRule="auto"/>
            <w:jc w:val="center"/>
            <w:rPr>
              <w:rFonts w:ascii="Arial Unicode MS" w:eastAsia="Arial Unicode MS" w:hAnsi="Arial Unicode MS" w:cs="Arial Unicode MS"/>
              <w:szCs w:val="22"/>
            </w:rPr>
          </w:pPr>
          <w:r w:rsidRPr="00D801D7">
            <w:rPr>
              <w:rFonts w:ascii="Arial Unicode MS" w:eastAsia="Arial Unicode MS" w:hAnsi="Arial Unicode MS" w:cs="Arial Unicode MS" w:hint="cs"/>
              <w:szCs w:val="22"/>
              <w:cs/>
            </w:rPr>
            <w:t>2190/2191</w:t>
          </w:r>
          <w:r>
            <w:rPr>
              <w:rFonts w:ascii="Arial Unicode MS" w:eastAsia="Arial Unicode MS" w:hAnsi="Arial Unicode MS" w:cs="Arial Unicode MS" w:hint="cs"/>
              <w:szCs w:val="22"/>
              <w:cs/>
            </w:rPr>
            <w:t xml:space="preserve"> </w:t>
          </w:r>
          <w:r w:rsidRPr="00D801D7">
            <w:rPr>
              <w:rFonts w:ascii="Arial Unicode MS" w:eastAsia="Arial Unicode MS" w:hAnsi="Arial Unicode MS" w:cs="Arial Unicode MS" w:hint="cs"/>
              <w:szCs w:val="22"/>
              <w:cs/>
            </w:rPr>
            <w:t>संस्कृत</w:t>
          </w:r>
          <w:r>
            <w:rPr>
              <w:rFonts w:ascii="Arial Unicode MS" w:eastAsia="Arial Unicode MS" w:hAnsi="Arial Unicode MS" w:cs="Arial Unicode MS" w:hint="cs"/>
              <w:szCs w:val="22"/>
              <w:cs/>
            </w:rPr>
            <w:t xml:space="preserve"> </w:t>
          </w:r>
          <w:r w:rsidRPr="00D801D7">
            <w:rPr>
              <w:rFonts w:ascii="Arial Unicode MS" w:eastAsia="Arial Unicode MS" w:hAnsi="Arial Unicode MS" w:cs="Arial Unicode MS" w:hint="cs"/>
              <w:szCs w:val="22"/>
              <w:cs/>
            </w:rPr>
            <w:t>विद्या मंदिर क्रिडा संकुल,</w:t>
          </w:r>
          <w:r>
            <w:rPr>
              <w:rFonts w:ascii="Arial Unicode MS" w:eastAsia="Arial Unicode MS" w:hAnsi="Arial Unicode MS" w:cs="Arial Unicode MS" w:hint="cs"/>
              <w:szCs w:val="22"/>
              <w:cs/>
            </w:rPr>
            <w:t xml:space="preserve"> </w:t>
          </w:r>
          <w:r w:rsidRPr="00D801D7">
            <w:rPr>
              <w:rFonts w:ascii="Arial Unicode MS" w:eastAsia="Arial Unicode MS" w:hAnsi="Arial Unicode MS" w:cs="Arial Unicode MS" w:hint="cs"/>
              <w:szCs w:val="22"/>
              <w:cs/>
            </w:rPr>
            <w:t>अरण्येश्वर मंदिर के पास,</w:t>
          </w:r>
          <w:r>
            <w:rPr>
              <w:rFonts w:ascii="Arial Unicode MS" w:eastAsia="Arial Unicode MS" w:hAnsi="Arial Unicode MS" w:cs="Arial Unicode MS" w:hint="cs"/>
              <w:szCs w:val="22"/>
              <w:cs/>
            </w:rPr>
            <w:t xml:space="preserve"> </w:t>
          </w:r>
          <w:r w:rsidRPr="00D801D7">
            <w:rPr>
              <w:rFonts w:ascii="Arial Unicode MS" w:eastAsia="Arial Unicode MS" w:hAnsi="Arial Unicode MS" w:cs="Arial Unicode MS" w:hint="cs"/>
              <w:szCs w:val="22"/>
              <w:cs/>
            </w:rPr>
            <w:t>सहकार नगर नं.1, गली नं.4, पुणे 411009 (महाराष्ट्र)</w:t>
          </w:r>
        </w:p>
        <w:p w:rsidR="00740288" w:rsidRPr="00D801D7" w:rsidRDefault="00740288" w:rsidP="00987081">
          <w:pPr>
            <w:spacing w:after="0" w:line="240" w:lineRule="auto"/>
            <w:jc w:val="center"/>
            <w:rPr>
              <w:rFonts w:ascii="Arial" w:hAnsi="Arial" w:cs="Arial"/>
              <w:sz w:val="4"/>
              <w:szCs w:val="4"/>
            </w:rPr>
          </w:pPr>
        </w:p>
      </w:tc>
    </w:tr>
    <w:tr w:rsidR="00740288" w:rsidRPr="00555633" w:rsidTr="00777228">
      <w:trPr>
        <w:trHeight w:val="283"/>
      </w:trPr>
      <w:tc>
        <w:tcPr>
          <w:tcW w:w="11562" w:type="dxa"/>
          <w:tcBorders>
            <w:bottom w:val="nil"/>
          </w:tcBorders>
          <w:vAlign w:val="center"/>
        </w:tcPr>
        <w:p w:rsidR="00740288" w:rsidRPr="00D801D7" w:rsidRDefault="00740288" w:rsidP="00987081">
          <w:pPr>
            <w:spacing w:after="0" w:line="240" w:lineRule="auto"/>
            <w:jc w:val="center"/>
            <w:rPr>
              <w:sz w:val="20"/>
            </w:rPr>
          </w:pPr>
          <w:r w:rsidRPr="00D801D7">
            <w:rPr>
              <w:sz w:val="20"/>
            </w:rPr>
            <w:t xml:space="preserve">2190/2191, Sanskrit </w:t>
          </w:r>
          <w:proofErr w:type="spellStart"/>
          <w:r w:rsidRPr="00D801D7">
            <w:rPr>
              <w:sz w:val="20"/>
            </w:rPr>
            <w:t>Vidya</w:t>
          </w:r>
          <w:proofErr w:type="spellEnd"/>
          <w:r>
            <w:rPr>
              <w:sz w:val="20"/>
            </w:rPr>
            <w:t xml:space="preserve"> </w:t>
          </w:r>
          <w:proofErr w:type="spellStart"/>
          <w:r w:rsidRPr="00D801D7">
            <w:rPr>
              <w:sz w:val="20"/>
            </w:rPr>
            <w:t>Mandir</w:t>
          </w:r>
          <w:proofErr w:type="spellEnd"/>
          <w:r w:rsidRPr="00D801D7">
            <w:rPr>
              <w:sz w:val="20"/>
            </w:rPr>
            <w:t xml:space="preserve"> Sports Complex, Near </w:t>
          </w:r>
          <w:proofErr w:type="spellStart"/>
          <w:r w:rsidRPr="00D801D7">
            <w:rPr>
              <w:sz w:val="20"/>
            </w:rPr>
            <w:t>Aranyeshwar</w:t>
          </w:r>
          <w:proofErr w:type="spellEnd"/>
          <w:r w:rsidRPr="00D801D7">
            <w:rPr>
              <w:sz w:val="20"/>
            </w:rPr>
            <w:t xml:space="preserve"> Temple, </w:t>
          </w:r>
          <w:proofErr w:type="spellStart"/>
          <w:r w:rsidRPr="00D801D7">
            <w:rPr>
              <w:sz w:val="20"/>
            </w:rPr>
            <w:t>Sahakar</w:t>
          </w:r>
          <w:proofErr w:type="spellEnd"/>
          <w:r w:rsidRPr="00D801D7">
            <w:rPr>
              <w:sz w:val="20"/>
            </w:rPr>
            <w:t xml:space="preserve"> Nagar No. 1,Lane No.4, Pune 411009 (M.S.) </w:t>
          </w:r>
        </w:p>
        <w:p w:rsidR="00740288" w:rsidRPr="00D801D7" w:rsidRDefault="00740288" w:rsidP="00987081">
          <w:pPr>
            <w:spacing w:after="0" w:line="240" w:lineRule="auto"/>
            <w:jc w:val="center"/>
            <w:rPr>
              <w:sz w:val="4"/>
              <w:szCs w:val="4"/>
            </w:rPr>
          </w:pPr>
        </w:p>
      </w:tc>
    </w:tr>
    <w:tr w:rsidR="00740288" w:rsidTr="00777228">
      <w:trPr>
        <w:trHeight w:val="723"/>
      </w:trPr>
      <w:tc>
        <w:tcPr>
          <w:tcW w:w="11562" w:type="dxa"/>
          <w:tcBorders>
            <w:top w:val="nil"/>
          </w:tcBorders>
          <w:vAlign w:val="center"/>
        </w:tcPr>
        <w:p w:rsidR="00740288" w:rsidRPr="00D801D7" w:rsidRDefault="00740288" w:rsidP="00987081">
          <w:pPr>
            <w:spacing w:after="0" w:line="240" w:lineRule="auto"/>
            <w:jc w:val="center"/>
            <w:rPr>
              <w:rFonts w:ascii="Arial Unicode MS" w:eastAsia="Arial Unicode MS" w:hAnsi="Arial Unicode MS" w:cs="Arial Unicode MS"/>
              <w:color w:val="000000"/>
              <w:sz w:val="20"/>
            </w:rPr>
          </w:pPr>
          <w:r w:rsidRPr="000864AA">
            <w:rPr>
              <w:rFonts w:ascii="Arial Unicode MS" w:eastAsia="Arial Unicode MS" w:hAnsi="Arial Unicode MS" w:cs="Arial Unicode MS" w:hint="cs"/>
              <w:b/>
              <w:bCs/>
              <w:sz w:val="20"/>
              <w:cs/>
            </w:rPr>
            <w:t xml:space="preserve">दूरभाष क्र. </w:t>
          </w:r>
          <w:r w:rsidRPr="000864AA">
            <w:rPr>
              <w:rFonts w:ascii="Arial Unicode MS" w:eastAsia="Arial Unicode MS" w:hAnsi="Arial Unicode MS" w:cs="Arial Unicode MS"/>
              <w:b/>
              <w:bCs/>
              <w:sz w:val="20"/>
            </w:rPr>
            <w:t>Tel. No. 020-24210</w:t>
          </w:r>
          <w:r w:rsidRPr="000864AA">
            <w:rPr>
              <w:rFonts w:ascii="Arial Unicode MS" w:eastAsia="Arial Unicode MS" w:hAnsi="Arial Unicode MS" w:cs="Arial Unicode MS" w:hint="cs"/>
              <w:b/>
              <w:bCs/>
              <w:sz w:val="20"/>
              <w:cs/>
            </w:rPr>
            <w:t>228</w:t>
          </w:r>
          <w:r>
            <w:rPr>
              <w:rFonts w:ascii="Arial Unicode MS" w:eastAsia="Arial Unicode MS" w:hAnsi="Arial Unicode MS" w:cs="Arial Unicode MS" w:hint="cs"/>
              <w:sz w:val="20"/>
              <w:cs/>
            </w:rPr>
            <w:t xml:space="preserve"> </w:t>
          </w:r>
          <w:r w:rsidRPr="00D801D7">
            <w:rPr>
              <w:rFonts w:ascii="Arial Unicode MS" w:eastAsia="Arial Unicode MS" w:hAnsi="Arial Unicode MS" w:cs="Arial Unicode MS" w:hint="cs"/>
              <w:sz w:val="20"/>
              <w:cs/>
            </w:rPr>
            <w:t xml:space="preserve">फैक्स नं. </w:t>
          </w:r>
          <w:r w:rsidRPr="00D801D7">
            <w:rPr>
              <w:rFonts w:ascii="Arial Unicode MS" w:eastAsia="Arial Unicode MS" w:hAnsi="Arial Unicode MS" w:cs="Arial Unicode MS"/>
              <w:sz w:val="20"/>
            </w:rPr>
            <w:t>Fax No.020-24210318</w:t>
          </w:r>
          <w:r>
            <w:rPr>
              <w:rFonts w:ascii="Arial Unicode MS" w:eastAsia="Arial Unicode MS" w:hAnsi="Arial Unicode MS" w:cs="Arial Unicode MS" w:hint="cs"/>
              <w:sz w:val="20"/>
              <w:cs/>
            </w:rPr>
            <w:t xml:space="preserve"> </w:t>
          </w:r>
          <w:r w:rsidRPr="00D801D7">
            <w:rPr>
              <w:rFonts w:ascii="Arial Unicode MS" w:eastAsia="Arial Unicode MS" w:hAnsi="Arial Unicode MS" w:cs="Arial Unicode MS" w:hint="cs"/>
              <w:sz w:val="20"/>
              <w:cs/>
            </w:rPr>
            <w:t xml:space="preserve">ई-मेल पता </w:t>
          </w:r>
          <w:r w:rsidRPr="00D801D7">
            <w:rPr>
              <w:rFonts w:ascii="Arial Unicode MS" w:eastAsia="Arial Unicode MS" w:hAnsi="Arial Unicode MS" w:cs="Arial Unicode MS"/>
              <w:color w:val="000000"/>
              <w:sz w:val="20"/>
            </w:rPr>
            <w:t>Email Add.–zo.pune@ucobank.co.in</w:t>
          </w:r>
        </w:p>
        <w:p w:rsidR="00740288" w:rsidRPr="00431679" w:rsidRDefault="00740288" w:rsidP="00987081">
          <w:pPr>
            <w:spacing w:after="0" w:line="240" w:lineRule="auto"/>
            <w:jc w:val="center"/>
            <w:rPr>
              <w:rFonts w:ascii="Arial Unicode MS" w:eastAsia="Arial Unicode MS" w:hAnsi="Arial Unicode MS" w:cs="Arial Unicode MS"/>
              <w:b/>
              <w:bCs/>
              <w:cs/>
            </w:rPr>
          </w:pPr>
          <w:r w:rsidRPr="00431679">
            <w:rPr>
              <w:rFonts w:ascii="Arial Unicode MS" w:eastAsia="Arial Unicode MS" w:hAnsi="Arial Unicode MS" w:cs="Arial Unicode MS" w:hint="cs"/>
              <w:b/>
              <w:bCs/>
              <w:color w:val="000000"/>
              <w:cs/>
            </w:rPr>
            <w:t xml:space="preserve">राजभाषा का प्रकाश </w:t>
          </w:r>
          <w:r w:rsidRPr="00431679">
            <w:rPr>
              <w:rFonts w:ascii="Arial Unicode MS" w:eastAsia="Arial Unicode MS" w:hAnsi="Arial Unicode MS" w:cs="Arial Unicode MS"/>
              <w:b/>
              <w:bCs/>
              <w:color w:val="000000"/>
              <w:cs/>
            </w:rPr>
            <w:t>–</w:t>
          </w:r>
          <w:r w:rsidRPr="00431679">
            <w:rPr>
              <w:rFonts w:ascii="Arial Unicode MS" w:eastAsia="Arial Unicode MS" w:hAnsi="Arial Unicode MS" w:cs="Arial Unicode MS" w:hint="cs"/>
              <w:b/>
              <w:bCs/>
              <w:color w:val="000000"/>
              <w:cs/>
            </w:rPr>
            <w:t xml:space="preserve"> बैंक का विकास</w:t>
          </w:r>
        </w:p>
      </w:tc>
    </w:tr>
  </w:tbl>
  <w:p w:rsidR="00740288" w:rsidRDefault="00740288" w:rsidP="008A55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EEF" w:rsidRDefault="00476EEF">
      <w:r>
        <w:separator/>
      </w:r>
    </w:p>
  </w:footnote>
  <w:footnote w:type="continuationSeparator" w:id="0">
    <w:p w:rsidR="00476EEF" w:rsidRDefault="00476E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04" w:type="dxa"/>
      <w:tblInd w:w="-480" w:type="dxa"/>
      <w:tblBorders>
        <w:bottom w:val="single" w:sz="4" w:space="0" w:color="auto"/>
      </w:tblBorders>
      <w:tblLook w:val="01E0" w:firstRow="1" w:lastRow="1" w:firstColumn="1" w:lastColumn="1" w:noHBand="0" w:noVBand="0"/>
    </w:tblPr>
    <w:tblGrid>
      <w:gridCol w:w="760"/>
      <w:gridCol w:w="380"/>
      <w:gridCol w:w="3609"/>
      <w:gridCol w:w="1710"/>
      <w:gridCol w:w="3930"/>
      <w:gridCol w:w="260"/>
      <w:gridCol w:w="255"/>
    </w:tblGrid>
    <w:tr w:rsidR="00740288" w:rsidRPr="00F8231B" w:rsidTr="00B07471">
      <w:trPr>
        <w:trHeight w:val="408"/>
      </w:trPr>
      <w:tc>
        <w:tcPr>
          <w:tcW w:w="760" w:type="dxa"/>
          <w:vAlign w:val="center"/>
        </w:tcPr>
        <w:p w:rsidR="00740288" w:rsidRPr="0006481B" w:rsidRDefault="00740288" w:rsidP="0006481B">
          <w:pPr>
            <w:jc w:val="center"/>
            <w:rPr>
              <w:rFonts w:ascii="Arial Unicode MS" w:eastAsia="Arial Unicode MS" w:hAnsi="Arial Unicode MS" w:cs="Arial Unicode MS"/>
              <w:b/>
              <w:bCs/>
              <w:sz w:val="8"/>
              <w:szCs w:val="8"/>
              <w:cs/>
            </w:rPr>
          </w:pPr>
        </w:p>
      </w:tc>
      <w:tc>
        <w:tcPr>
          <w:tcW w:w="380" w:type="dxa"/>
          <w:vAlign w:val="center"/>
        </w:tcPr>
        <w:p w:rsidR="00740288" w:rsidRPr="0006481B" w:rsidRDefault="00740288" w:rsidP="0006481B">
          <w:pPr>
            <w:jc w:val="center"/>
            <w:rPr>
              <w:rFonts w:ascii="Arial Unicode MS" w:eastAsia="Arial Unicode MS" w:hAnsi="Arial Unicode MS" w:cs="Arial Unicode MS"/>
              <w:b/>
              <w:bCs/>
              <w:sz w:val="8"/>
              <w:szCs w:val="8"/>
              <w:cs/>
            </w:rPr>
          </w:pPr>
        </w:p>
      </w:tc>
      <w:tc>
        <w:tcPr>
          <w:tcW w:w="3609" w:type="dxa"/>
          <w:vAlign w:val="center"/>
        </w:tcPr>
        <w:p w:rsidR="00740288" w:rsidRPr="0006481B" w:rsidRDefault="00740288" w:rsidP="0006481B">
          <w:pPr>
            <w:jc w:val="center"/>
            <w:rPr>
              <w:rFonts w:ascii="Arial Unicode MS" w:eastAsia="Arial Unicode MS" w:hAnsi="Arial Unicode MS" w:cs="Arial Unicode MS"/>
              <w:b/>
              <w:bCs/>
              <w:sz w:val="8"/>
              <w:szCs w:val="8"/>
            </w:rPr>
          </w:pPr>
        </w:p>
      </w:tc>
      <w:tc>
        <w:tcPr>
          <w:tcW w:w="1710" w:type="dxa"/>
          <w:vMerge w:val="restart"/>
          <w:vAlign w:val="center"/>
        </w:tcPr>
        <w:p w:rsidR="00740288" w:rsidRPr="0006481B" w:rsidRDefault="00740288" w:rsidP="0006481B">
          <w:pPr>
            <w:jc w:val="center"/>
            <w:rPr>
              <w:sz w:val="8"/>
              <w:szCs w:val="8"/>
            </w:rPr>
          </w:pPr>
          <w:r>
            <w:rPr>
              <w:noProof/>
              <w:sz w:val="8"/>
              <w:szCs w:val="8"/>
              <w:lang w:val="en-IN" w:eastAsia="en-IN"/>
            </w:rPr>
            <w:drawing>
              <wp:inline distT="0" distB="0" distL="0" distR="0" wp14:anchorId="13BBED24" wp14:editId="2B853574">
                <wp:extent cx="638175" cy="6381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iLevel thresh="50000"/>
                        </a:blip>
                        <a:srcRect/>
                        <a:stretch>
                          <a:fillRect/>
                        </a:stretch>
                      </pic:blipFill>
                      <pic:spPr bwMode="auto">
                        <a:xfrm>
                          <a:off x="0" y="0"/>
                          <a:ext cx="638175" cy="638175"/>
                        </a:xfrm>
                        <a:prstGeom prst="rect">
                          <a:avLst/>
                        </a:prstGeom>
                        <a:noFill/>
                        <a:ln w="9525">
                          <a:noFill/>
                          <a:miter lim="800000"/>
                          <a:headEnd/>
                          <a:tailEnd/>
                        </a:ln>
                      </pic:spPr>
                    </pic:pic>
                  </a:graphicData>
                </a:graphic>
              </wp:inline>
            </w:drawing>
          </w:r>
        </w:p>
        <w:p w:rsidR="00740288" w:rsidRPr="0006481B" w:rsidRDefault="00740288" w:rsidP="0006481B">
          <w:pPr>
            <w:jc w:val="center"/>
            <w:rPr>
              <w:sz w:val="8"/>
              <w:szCs w:val="8"/>
            </w:rPr>
          </w:pPr>
        </w:p>
      </w:tc>
      <w:tc>
        <w:tcPr>
          <w:tcW w:w="3930" w:type="dxa"/>
          <w:vAlign w:val="center"/>
        </w:tcPr>
        <w:p w:rsidR="00740288" w:rsidRPr="0006481B" w:rsidRDefault="00740288" w:rsidP="0006481B">
          <w:pPr>
            <w:jc w:val="center"/>
            <w:rPr>
              <w:rFonts w:ascii="Arial" w:hAnsi="Arial" w:cs="Arial"/>
              <w:b/>
              <w:bCs/>
              <w:sz w:val="8"/>
              <w:szCs w:val="8"/>
              <w:cs/>
            </w:rPr>
          </w:pPr>
        </w:p>
      </w:tc>
      <w:tc>
        <w:tcPr>
          <w:tcW w:w="260" w:type="dxa"/>
          <w:vAlign w:val="center"/>
        </w:tcPr>
        <w:p w:rsidR="00740288" w:rsidRPr="0006481B" w:rsidRDefault="00740288" w:rsidP="0006481B">
          <w:pPr>
            <w:jc w:val="center"/>
            <w:rPr>
              <w:rFonts w:ascii="Arial" w:hAnsi="Arial" w:cs="Arial"/>
              <w:sz w:val="8"/>
              <w:szCs w:val="8"/>
              <w:cs/>
            </w:rPr>
          </w:pPr>
        </w:p>
      </w:tc>
      <w:tc>
        <w:tcPr>
          <w:tcW w:w="255" w:type="dxa"/>
          <w:vAlign w:val="center"/>
        </w:tcPr>
        <w:p w:rsidR="00740288" w:rsidRPr="0006481B" w:rsidRDefault="00740288" w:rsidP="0006481B">
          <w:pPr>
            <w:jc w:val="center"/>
            <w:rPr>
              <w:rFonts w:ascii="Arial" w:hAnsi="Arial" w:cs="Arial"/>
              <w:sz w:val="8"/>
              <w:szCs w:val="8"/>
              <w:cs/>
            </w:rPr>
          </w:pPr>
        </w:p>
      </w:tc>
    </w:tr>
    <w:tr w:rsidR="00740288" w:rsidRPr="003754D1" w:rsidTr="00B07471">
      <w:trPr>
        <w:trHeight w:val="865"/>
      </w:trPr>
      <w:tc>
        <w:tcPr>
          <w:tcW w:w="760" w:type="dxa"/>
          <w:vAlign w:val="center"/>
        </w:tcPr>
        <w:p w:rsidR="00740288" w:rsidRPr="0006481B" w:rsidRDefault="00740288" w:rsidP="0006481B">
          <w:pPr>
            <w:jc w:val="center"/>
            <w:rPr>
              <w:rFonts w:ascii="Arial Unicode MS" w:eastAsia="Arial Unicode MS" w:hAnsi="Arial Unicode MS" w:cs="Arial Unicode MS"/>
              <w:b/>
              <w:bCs/>
              <w:sz w:val="42"/>
              <w:szCs w:val="42"/>
              <w:cs/>
            </w:rPr>
          </w:pPr>
        </w:p>
      </w:tc>
      <w:tc>
        <w:tcPr>
          <w:tcW w:w="380" w:type="dxa"/>
          <w:vAlign w:val="center"/>
        </w:tcPr>
        <w:p w:rsidR="00740288" w:rsidRPr="0006481B" w:rsidRDefault="00740288" w:rsidP="0006481B">
          <w:pPr>
            <w:jc w:val="center"/>
            <w:rPr>
              <w:rFonts w:ascii="Arial Unicode MS" w:eastAsia="Arial Unicode MS" w:hAnsi="Arial Unicode MS" w:cs="Arial Unicode MS"/>
              <w:b/>
              <w:bCs/>
              <w:sz w:val="42"/>
              <w:szCs w:val="42"/>
              <w:cs/>
            </w:rPr>
          </w:pPr>
        </w:p>
      </w:tc>
      <w:tc>
        <w:tcPr>
          <w:tcW w:w="3609" w:type="dxa"/>
          <w:vAlign w:val="center"/>
        </w:tcPr>
        <w:p w:rsidR="00740288" w:rsidRPr="0006481B" w:rsidRDefault="00476EEF" w:rsidP="0006481B">
          <w:pPr>
            <w:jc w:val="center"/>
            <w:rPr>
              <w:rFonts w:ascii="Arial Unicode MS" w:eastAsia="Arial Unicode MS" w:hAnsi="Arial Unicode MS" w:cs="Arial Unicode MS"/>
              <w:b/>
              <w:bCs/>
              <w:sz w:val="26"/>
              <w:szCs w:val="26"/>
            </w:rPr>
          </w:pPr>
          <w:r>
            <w:rPr>
              <w:rFonts w:ascii="Arial Unicode MS" w:eastAsia="Arial Unicode MS" w:hAnsi="Arial Unicode MS" w:cs="Arial Unicode MS"/>
              <w:b/>
              <w:bCs/>
              <w:sz w:val="42"/>
              <w:szCs w:val="4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49.25pt;height:30pt" fillcolor="black">
                <v:shadow color="#868686"/>
                <v:textpath style="font-family:&quot;Arial Unicode MS&quot;;v-text-kern:t" trim="t" fitpath="t" string="यूको बैंक"/>
              </v:shape>
            </w:pict>
          </w:r>
        </w:p>
      </w:tc>
      <w:tc>
        <w:tcPr>
          <w:tcW w:w="1710" w:type="dxa"/>
          <w:vMerge/>
          <w:vAlign w:val="center"/>
        </w:tcPr>
        <w:p w:rsidR="00740288" w:rsidRPr="0006481B" w:rsidRDefault="00740288" w:rsidP="0006481B">
          <w:pPr>
            <w:jc w:val="center"/>
          </w:pPr>
        </w:p>
      </w:tc>
      <w:tc>
        <w:tcPr>
          <w:tcW w:w="3930" w:type="dxa"/>
          <w:vAlign w:val="center"/>
        </w:tcPr>
        <w:p w:rsidR="00740288" w:rsidRPr="0006481B" w:rsidRDefault="00476EEF" w:rsidP="0006481B">
          <w:pPr>
            <w:jc w:val="center"/>
            <w:rPr>
              <w:rFonts w:ascii="Arial" w:hAnsi="Arial" w:cs="Arial"/>
              <w:b/>
              <w:bCs/>
              <w:sz w:val="42"/>
              <w:szCs w:val="42"/>
              <w:cs/>
            </w:rPr>
          </w:pPr>
          <w:r>
            <w:rPr>
              <w:rFonts w:ascii="Arial" w:hAnsi="Arial" w:cs="Arial"/>
              <w:b/>
              <w:bCs/>
              <w:sz w:val="42"/>
              <w:szCs w:val="42"/>
            </w:rPr>
            <w:pict>
              <v:shape id="_x0000_i1026" type="#_x0000_t136" style="width:147pt;height:19.5pt" fillcolor="black">
                <v:shadow color="#868686"/>
                <v:textpath style="font-family:&quot;AngsanaUPC&quot;;v-text-kern:t" trim="t" fitpath="t" string="UCO BANK"/>
              </v:shape>
            </w:pict>
          </w:r>
        </w:p>
      </w:tc>
      <w:tc>
        <w:tcPr>
          <w:tcW w:w="260" w:type="dxa"/>
          <w:vAlign w:val="center"/>
        </w:tcPr>
        <w:p w:rsidR="00740288" w:rsidRPr="0006481B" w:rsidRDefault="00740288" w:rsidP="0006481B">
          <w:pPr>
            <w:jc w:val="center"/>
            <w:rPr>
              <w:rFonts w:ascii="Arial" w:hAnsi="Arial" w:cs="Arial"/>
              <w:sz w:val="42"/>
              <w:szCs w:val="42"/>
              <w:cs/>
            </w:rPr>
          </w:pPr>
        </w:p>
      </w:tc>
      <w:tc>
        <w:tcPr>
          <w:tcW w:w="255" w:type="dxa"/>
          <w:vAlign w:val="center"/>
        </w:tcPr>
        <w:p w:rsidR="00740288" w:rsidRPr="0006481B" w:rsidRDefault="00740288" w:rsidP="0006481B">
          <w:pPr>
            <w:jc w:val="center"/>
            <w:rPr>
              <w:rFonts w:ascii="Arial" w:hAnsi="Arial" w:cs="Arial"/>
              <w:sz w:val="42"/>
              <w:szCs w:val="42"/>
              <w:cs/>
            </w:rPr>
          </w:pPr>
        </w:p>
      </w:tc>
    </w:tr>
    <w:tr w:rsidR="00740288" w:rsidRPr="003754D1" w:rsidTr="00B07471">
      <w:trPr>
        <w:trHeight w:val="539"/>
      </w:trPr>
      <w:tc>
        <w:tcPr>
          <w:tcW w:w="760" w:type="dxa"/>
          <w:vAlign w:val="center"/>
        </w:tcPr>
        <w:p w:rsidR="00740288" w:rsidRPr="0006481B" w:rsidRDefault="00740288" w:rsidP="0006481B">
          <w:pPr>
            <w:jc w:val="center"/>
            <w:rPr>
              <w:rFonts w:ascii="Arial Unicode MS" w:eastAsia="Arial Unicode MS" w:hAnsi="Arial Unicode MS" w:cs="Arial Unicode MS"/>
              <w:b/>
              <w:bCs/>
              <w:sz w:val="20"/>
              <w:cs/>
            </w:rPr>
          </w:pPr>
        </w:p>
      </w:tc>
      <w:tc>
        <w:tcPr>
          <w:tcW w:w="380" w:type="dxa"/>
          <w:vAlign w:val="center"/>
        </w:tcPr>
        <w:p w:rsidR="00740288" w:rsidRPr="0006481B" w:rsidRDefault="00740288" w:rsidP="0006481B">
          <w:pPr>
            <w:jc w:val="center"/>
            <w:rPr>
              <w:rFonts w:ascii="Arial Unicode MS" w:eastAsia="Arial Unicode MS" w:hAnsi="Arial Unicode MS" w:cs="Arial Unicode MS"/>
              <w:b/>
              <w:bCs/>
              <w:sz w:val="20"/>
              <w:cs/>
            </w:rPr>
          </w:pPr>
        </w:p>
      </w:tc>
      <w:tc>
        <w:tcPr>
          <w:tcW w:w="3609" w:type="dxa"/>
          <w:vAlign w:val="center"/>
        </w:tcPr>
        <w:p w:rsidR="00740288" w:rsidRPr="0006481B" w:rsidRDefault="00740288" w:rsidP="0006481B">
          <w:pPr>
            <w:jc w:val="center"/>
            <w:rPr>
              <w:rFonts w:ascii="Arial Unicode MS" w:eastAsia="Arial Unicode MS" w:hAnsi="Arial Unicode MS" w:cs="Arial Unicode MS"/>
              <w:cs/>
            </w:rPr>
          </w:pPr>
          <w:r w:rsidRPr="0006481B">
            <w:rPr>
              <w:rFonts w:ascii="Arial Unicode MS" w:eastAsia="Arial Unicode MS" w:hAnsi="Arial Unicode MS" w:cs="Arial Unicode MS" w:hint="cs"/>
              <w:cs/>
            </w:rPr>
            <w:t>सम्मान आपके विश्वास का</w:t>
          </w:r>
        </w:p>
      </w:tc>
      <w:tc>
        <w:tcPr>
          <w:tcW w:w="1710" w:type="dxa"/>
          <w:vMerge/>
          <w:vAlign w:val="center"/>
        </w:tcPr>
        <w:p w:rsidR="00740288" w:rsidRPr="0006481B" w:rsidRDefault="00740288" w:rsidP="0006481B">
          <w:pPr>
            <w:jc w:val="center"/>
            <w:rPr>
              <w:rFonts w:ascii="Arial" w:hAnsi="Arial" w:cs="Arial"/>
              <w:sz w:val="16"/>
              <w:szCs w:val="16"/>
            </w:rPr>
          </w:pPr>
        </w:p>
      </w:tc>
      <w:tc>
        <w:tcPr>
          <w:tcW w:w="3930" w:type="dxa"/>
          <w:vAlign w:val="center"/>
        </w:tcPr>
        <w:p w:rsidR="00740288" w:rsidRPr="0006481B" w:rsidRDefault="00740288" w:rsidP="0006481B">
          <w:pPr>
            <w:jc w:val="center"/>
            <w:rPr>
              <w:rFonts w:ascii="Arial" w:hAnsi="Arial" w:cs="Arial"/>
              <w:szCs w:val="22"/>
            </w:rPr>
          </w:pPr>
          <w:proofErr w:type="spellStart"/>
          <w:r w:rsidRPr="0006481B">
            <w:rPr>
              <w:rFonts w:ascii="Arial" w:hAnsi="Arial" w:cs="Arial"/>
              <w:szCs w:val="22"/>
            </w:rPr>
            <w:t>Honours</w:t>
          </w:r>
          <w:proofErr w:type="spellEnd"/>
          <w:r w:rsidRPr="0006481B">
            <w:rPr>
              <w:rFonts w:ascii="Arial" w:hAnsi="Arial" w:cs="Arial"/>
              <w:szCs w:val="22"/>
            </w:rPr>
            <w:t xml:space="preserve"> you trust</w:t>
          </w:r>
        </w:p>
      </w:tc>
      <w:tc>
        <w:tcPr>
          <w:tcW w:w="260" w:type="dxa"/>
          <w:vAlign w:val="center"/>
        </w:tcPr>
        <w:p w:rsidR="00740288" w:rsidRPr="0006481B" w:rsidRDefault="00740288" w:rsidP="0006481B">
          <w:pPr>
            <w:jc w:val="center"/>
            <w:rPr>
              <w:rFonts w:ascii="Arial" w:hAnsi="Arial" w:cs="Arial"/>
              <w:szCs w:val="22"/>
            </w:rPr>
          </w:pPr>
        </w:p>
      </w:tc>
      <w:tc>
        <w:tcPr>
          <w:tcW w:w="255" w:type="dxa"/>
          <w:vAlign w:val="center"/>
        </w:tcPr>
        <w:p w:rsidR="00740288" w:rsidRPr="0006481B" w:rsidRDefault="00740288" w:rsidP="0006481B">
          <w:pPr>
            <w:jc w:val="center"/>
            <w:rPr>
              <w:rFonts w:ascii="Arial" w:hAnsi="Arial" w:cs="Arial"/>
              <w:szCs w:val="22"/>
            </w:rPr>
          </w:pPr>
        </w:p>
      </w:tc>
    </w:tr>
  </w:tbl>
  <w:p w:rsidR="00740288" w:rsidRPr="000B116E" w:rsidRDefault="00740288" w:rsidP="00653AB5">
    <w:pPr>
      <w:pStyle w:val="Header"/>
      <w:tabs>
        <w:tab w:val="clear" w:pos="4320"/>
        <w:tab w:val="clear" w:pos="8640"/>
        <w:tab w:val="left" w:pos="1455"/>
      </w:tabs>
      <w:rPr>
        <w:sz w:val="4"/>
        <w:szCs w:val="4"/>
      </w:rPr>
    </w:pPr>
    <w:r>
      <w:rPr>
        <w:sz w:val="4"/>
        <w:szCs w:val="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C640F1"/>
    <w:multiLevelType w:val="hybridMultilevel"/>
    <w:tmpl w:val="852C6DC4"/>
    <w:lvl w:ilvl="0" w:tplc="87FA28D4">
      <w:start w:val="1"/>
      <w:numFmt w:val="decimal"/>
      <w:lvlText w:val="%1."/>
      <w:lvlJc w:val="left"/>
      <w:pPr>
        <w:ind w:left="720" w:hanging="360"/>
      </w:pPr>
      <w:rPr>
        <w:rFonts w:ascii="Calibri" w:eastAsia="Times New Roman" w:hAnsi="Calibri" w:cs="Mang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D20ECC"/>
    <w:multiLevelType w:val="hybridMultilevel"/>
    <w:tmpl w:val="A2B81C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91B12A9"/>
    <w:multiLevelType w:val="hybridMultilevel"/>
    <w:tmpl w:val="42A07F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CF96EA4"/>
    <w:multiLevelType w:val="hybridMultilevel"/>
    <w:tmpl w:val="6A5CB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ECA04E2"/>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0E2658B"/>
    <w:multiLevelType w:val="hybridMultilevel"/>
    <w:tmpl w:val="84FACA86"/>
    <w:lvl w:ilvl="0" w:tplc="3668BA5A">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nsid w:val="13402554"/>
    <w:multiLevelType w:val="hybridMultilevel"/>
    <w:tmpl w:val="84FACA86"/>
    <w:lvl w:ilvl="0" w:tplc="3668BA5A">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8">
    <w:nsid w:val="13526D30"/>
    <w:multiLevelType w:val="hybridMultilevel"/>
    <w:tmpl w:val="596627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8F948C8"/>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CFE7F8B"/>
    <w:multiLevelType w:val="hybridMultilevel"/>
    <w:tmpl w:val="55F27C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2CE7382"/>
    <w:multiLevelType w:val="hybridMultilevel"/>
    <w:tmpl w:val="3DD6A4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4266EB4"/>
    <w:multiLevelType w:val="hybridMultilevel"/>
    <w:tmpl w:val="D62AC784"/>
    <w:lvl w:ilvl="0" w:tplc="0C1A7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1728FD"/>
    <w:multiLevelType w:val="hybridMultilevel"/>
    <w:tmpl w:val="FDA0A12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79D7A4E"/>
    <w:multiLevelType w:val="hybridMultilevel"/>
    <w:tmpl w:val="9AA4FE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7CF6BAF"/>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9F55B42"/>
    <w:multiLevelType w:val="hybridMultilevel"/>
    <w:tmpl w:val="2F4026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CE16260"/>
    <w:multiLevelType w:val="hybridMultilevel"/>
    <w:tmpl w:val="6A5CB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69C33BD"/>
    <w:multiLevelType w:val="hybridMultilevel"/>
    <w:tmpl w:val="84FACA86"/>
    <w:lvl w:ilvl="0" w:tplc="3668BA5A">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0">
    <w:nsid w:val="36FF1AA5"/>
    <w:multiLevelType w:val="hybridMultilevel"/>
    <w:tmpl w:val="BA42F564"/>
    <w:lvl w:ilvl="0" w:tplc="073AB60E">
      <w:start w:val="1"/>
      <w:numFmt w:val="upperLetter"/>
      <w:lvlText w:val="%1)"/>
      <w:lvlJc w:val="left"/>
      <w:pPr>
        <w:ind w:left="394" w:hanging="360"/>
      </w:pPr>
      <w:rPr>
        <w:rFonts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21">
    <w:nsid w:val="37FD1822"/>
    <w:multiLevelType w:val="hybridMultilevel"/>
    <w:tmpl w:val="25604A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C386F1D"/>
    <w:multiLevelType w:val="hybridMultilevel"/>
    <w:tmpl w:val="C8145704"/>
    <w:lvl w:ilvl="0" w:tplc="ED6E1F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9D7E6C"/>
    <w:multiLevelType w:val="hybridMultilevel"/>
    <w:tmpl w:val="42F2928C"/>
    <w:lvl w:ilvl="0" w:tplc="4009000F">
      <w:start w:val="1"/>
      <w:numFmt w:val="decimal"/>
      <w:lvlText w:val="%1."/>
      <w:lvlJc w:val="left"/>
      <w:pPr>
        <w:ind w:left="1353"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FAC6645"/>
    <w:multiLevelType w:val="hybridMultilevel"/>
    <w:tmpl w:val="25604A74"/>
    <w:lvl w:ilvl="0" w:tplc="4009000F">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25">
    <w:nsid w:val="4AE56746"/>
    <w:multiLevelType w:val="hybridMultilevel"/>
    <w:tmpl w:val="A09CFCF2"/>
    <w:lvl w:ilvl="0" w:tplc="D3B0BF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CD0ABB"/>
    <w:multiLevelType w:val="hybridMultilevel"/>
    <w:tmpl w:val="187E0086"/>
    <w:lvl w:ilvl="0" w:tplc="7F0ECE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1F1A9C"/>
    <w:multiLevelType w:val="hybridMultilevel"/>
    <w:tmpl w:val="6A5CB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0AD5605"/>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7726FDB"/>
    <w:multiLevelType w:val="hybridMultilevel"/>
    <w:tmpl w:val="38DEF1AE"/>
    <w:lvl w:ilvl="0" w:tplc="2AAEE240">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BCF6F05"/>
    <w:multiLevelType w:val="hybridMultilevel"/>
    <w:tmpl w:val="84FACA86"/>
    <w:lvl w:ilvl="0" w:tplc="3668BA5A">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1">
    <w:nsid w:val="5C73672D"/>
    <w:multiLevelType w:val="hybridMultilevel"/>
    <w:tmpl w:val="D7D6F0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60211DB3"/>
    <w:multiLevelType w:val="hybridMultilevel"/>
    <w:tmpl w:val="D62AC784"/>
    <w:lvl w:ilvl="0" w:tplc="0C1A7F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E91009"/>
    <w:multiLevelType w:val="hybridMultilevel"/>
    <w:tmpl w:val="84FACA86"/>
    <w:lvl w:ilvl="0" w:tplc="3668BA5A">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4">
    <w:nsid w:val="60EA4EBB"/>
    <w:multiLevelType w:val="hybridMultilevel"/>
    <w:tmpl w:val="84FACA86"/>
    <w:lvl w:ilvl="0" w:tplc="3668BA5A">
      <w:start w:val="1"/>
      <w:numFmt w:val="decimal"/>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35">
    <w:nsid w:val="61A42211"/>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9F47D15"/>
    <w:multiLevelType w:val="hybridMultilevel"/>
    <w:tmpl w:val="790AD4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CA07E26"/>
    <w:multiLevelType w:val="hybridMultilevel"/>
    <w:tmpl w:val="6A5CBC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DB214C3"/>
    <w:multiLevelType w:val="hybridMultilevel"/>
    <w:tmpl w:val="661A49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DC854BB"/>
    <w:multiLevelType w:val="hybridMultilevel"/>
    <w:tmpl w:val="25604A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1A6483D"/>
    <w:multiLevelType w:val="hybridMultilevel"/>
    <w:tmpl w:val="55F27C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4930760"/>
    <w:multiLevelType w:val="hybridMultilevel"/>
    <w:tmpl w:val="55F27C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62D6F8E"/>
    <w:multiLevelType w:val="hybridMultilevel"/>
    <w:tmpl w:val="8FDC58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E7C67"/>
    <w:multiLevelType w:val="hybridMultilevel"/>
    <w:tmpl w:val="25604A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2"/>
  </w:num>
  <w:num w:numId="2">
    <w:abstractNumId w:val="22"/>
  </w:num>
  <w:num w:numId="3">
    <w:abstractNumId w:val="26"/>
  </w:num>
  <w:num w:numId="4">
    <w:abstractNumId w:val="25"/>
  </w:num>
  <w:num w:numId="5">
    <w:abstractNumId w:val="12"/>
  </w:num>
  <w:num w:numId="6">
    <w:abstractNumId w:val="8"/>
  </w:num>
  <w:num w:numId="7">
    <w:abstractNumId w:val="31"/>
  </w:num>
  <w:num w:numId="8">
    <w:abstractNumId w:val="14"/>
  </w:num>
  <w:num w:numId="9">
    <w:abstractNumId w:val="1"/>
  </w:num>
  <w:num w:numId="10">
    <w:abstractNumId w:val="2"/>
  </w:num>
  <w:num w:numId="11">
    <w:abstractNumId w:val="11"/>
  </w:num>
  <w:num w:numId="12">
    <w:abstractNumId w:val="36"/>
  </w:num>
  <w:num w:numId="13">
    <w:abstractNumId w:val="13"/>
  </w:num>
  <w:num w:numId="14">
    <w:abstractNumId w:val="17"/>
  </w:num>
  <w:num w:numId="15">
    <w:abstractNumId w:val="5"/>
  </w:num>
  <w:num w:numId="16">
    <w:abstractNumId w:val="33"/>
  </w:num>
  <w:num w:numId="17">
    <w:abstractNumId w:val="6"/>
  </w:num>
  <w:num w:numId="18">
    <w:abstractNumId w:val="9"/>
  </w:num>
  <w:num w:numId="19">
    <w:abstractNumId w:val="15"/>
  </w:num>
  <w:num w:numId="20">
    <w:abstractNumId w:val="35"/>
  </w:num>
  <w:num w:numId="21">
    <w:abstractNumId w:val="28"/>
  </w:num>
  <w:num w:numId="22">
    <w:abstractNumId w:val="38"/>
  </w:num>
  <w:num w:numId="23">
    <w:abstractNumId w:val="20"/>
  </w:num>
  <w:num w:numId="24">
    <w:abstractNumId w:val="30"/>
  </w:num>
  <w:num w:numId="25">
    <w:abstractNumId w:val="42"/>
  </w:num>
  <w:num w:numId="26">
    <w:abstractNumId w:val="40"/>
  </w:num>
  <w:num w:numId="27">
    <w:abstractNumId w:val="21"/>
  </w:num>
  <w:num w:numId="28">
    <w:abstractNumId w:val="7"/>
  </w:num>
  <w:num w:numId="29">
    <w:abstractNumId w:val="19"/>
  </w:num>
  <w:num w:numId="30">
    <w:abstractNumId w:val="41"/>
  </w:num>
  <w:num w:numId="31">
    <w:abstractNumId w:val="43"/>
  </w:num>
  <w:num w:numId="32">
    <w:abstractNumId w:val="10"/>
  </w:num>
  <w:num w:numId="33">
    <w:abstractNumId w:val="39"/>
  </w:num>
  <w:num w:numId="34">
    <w:abstractNumId w:val="34"/>
  </w:num>
  <w:num w:numId="35">
    <w:abstractNumId w:val="18"/>
  </w:num>
  <w:num w:numId="36">
    <w:abstractNumId w:val="37"/>
  </w:num>
  <w:num w:numId="37">
    <w:abstractNumId w:val="4"/>
  </w:num>
  <w:num w:numId="38">
    <w:abstractNumId w:val="27"/>
  </w:num>
  <w:num w:numId="39">
    <w:abstractNumId w:val="3"/>
  </w:num>
  <w:num w:numId="40">
    <w:abstractNumId w:val="29"/>
  </w:num>
  <w:num w:numId="41">
    <w:abstractNumId w:val="23"/>
  </w:num>
  <w:num w:numId="42">
    <w:abstractNumId w:val="24"/>
  </w:num>
  <w:num w:numId="43">
    <w:abstractNumId w:val="0"/>
  </w:num>
  <w:num w:numId="44">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69B"/>
    <w:rsid w:val="000009D9"/>
    <w:rsid w:val="00001CEB"/>
    <w:rsid w:val="00002422"/>
    <w:rsid w:val="00004348"/>
    <w:rsid w:val="00004E9D"/>
    <w:rsid w:val="00005DD3"/>
    <w:rsid w:val="000072CF"/>
    <w:rsid w:val="0000758C"/>
    <w:rsid w:val="00007B22"/>
    <w:rsid w:val="00007E32"/>
    <w:rsid w:val="0001035A"/>
    <w:rsid w:val="00011369"/>
    <w:rsid w:val="000117C8"/>
    <w:rsid w:val="000118C9"/>
    <w:rsid w:val="00011999"/>
    <w:rsid w:val="00011CEA"/>
    <w:rsid w:val="00011F97"/>
    <w:rsid w:val="00014C43"/>
    <w:rsid w:val="00015DBC"/>
    <w:rsid w:val="00016099"/>
    <w:rsid w:val="00016F3F"/>
    <w:rsid w:val="000201BD"/>
    <w:rsid w:val="00020B14"/>
    <w:rsid w:val="0002215F"/>
    <w:rsid w:val="0002347B"/>
    <w:rsid w:val="00023BA0"/>
    <w:rsid w:val="00023D1F"/>
    <w:rsid w:val="00024CD5"/>
    <w:rsid w:val="000258F7"/>
    <w:rsid w:val="0002687D"/>
    <w:rsid w:val="00026A5F"/>
    <w:rsid w:val="00026E03"/>
    <w:rsid w:val="00027080"/>
    <w:rsid w:val="0002790E"/>
    <w:rsid w:val="000301DB"/>
    <w:rsid w:val="00030415"/>
    <w:rsid w:val="0003184A"/>
    <w:rsid w:val="00031DC2"/>
    <w:rsid w:val="00031F92"/>
    <w:rsid w:val="00034044"/>
    <w:rsid w:val="000342C7"/>
    <w:rsid w:val="0003608C"/>
    <w:rsid w:val="00036753"/>
    <w:rsid w:val="0003736E"/>
    <w:rsid w:val="000401AC"/>
    <w:rsid w:val="0004337C"/>
    <w:rsid w:val="0004393D"/>
    <w:rsid w:val="00046219"/>
    <w:rsid w:val="00046228"/>
    <w:rsid w:val="00046AB4"/>
    <w:rsid w:val="000470D1"/>
    <w:rsid w:val="000526B6"/>
    <w:rsid w:val="0005311C"/>
    <w:rsid w:val="000537FD"/>
    <w:rsid w:val="00054928"/>
    <w:rsid w:val="0005549F"/>
    <w:rsid w:val="000555E1"/>
    <w:rsid w:val="000557A3"/>
    <w:rsid w:val="0005630A"/>
    <w:rsid w:val="00056C4D"/>
    <w:rsid w:val="00056D80"/>
    <w:rsid w:val="00057D68"/>
    <w:rsid w:val="00057F0C"/>
    <w:rsid w:val="00060415"/>
    <w:rsid w:val="00060511"/>
    <w:rsid w:val="000609E8"/>
    <w:rsid w:val="00060DC6"/>
    <w:rsid w:val="00061258"/>
    <w:rsid w:val="0006282F"/>
    <w:rsid w:val="00062BC2"/>
    <w:rsid w:val="000636CE"/>
    <w:rsid w:val="000639E9"/>
    <w:rsid w:val="00063B2B"/>
    <w:rsid w:val="00064054"/>
    <w:rsid w:val="0006481B"/>
    <w:rsid w:val="0006600B"/>
    <w:rsid w:val="0006668E"/>
    <w:rsid w:val="00066876"/>
    <w:rsid w:val="0006718B"/>
    <w:rsid w:val="00067AB8"/>
    <w:rsid w:val="0007071B"/>
    <w:rsid w:val="0007091E"/>
    <w:rsid w:val="00070B0A"/>
    <w:rsid w:val="00071A9E"/>
    <w:rsid w:val="0007248E"/>
    <w:rsid w:val="0007402D"/>
    <w:rsid w:val="000775CA"/>
    <w:rsid w:val="000803F4"/>
    <w:rsid w:val="00080CCD"/>
    <w:rsid w:val="000811A8"/>
    <w:rsid w:val="00081EB7"/>
    <w:rsid w:val="000838DA"/>
    <w:rsid w:val="00083BF1"/>
    <w:rsid w:val="00083E03"/>
    <w:rsid w:val="00084E6C"/>
    <w:rsid w:val="00085D97"/>
    <w:rsid w:val="00086197"/>
    <w:rsid w:val="000864AA"/>
    <w:rsid w:val="00087B80"/>
    <w:rsid w:val="00090ED5"/>
    <w:rsid w:val="0009145D"/>
    <w:rsid w:val="00091CF6"/>
    <w:rsid w:val="00092DDA"/>
    <w:rsid w:val="00092ED8"/>
    <w:rsid w:val="00093361"/>
    <w:rsid w:val="00095FA3"/>
    <w:rsid w:val="00097B1D"/>
    <w:rsid w:val="00097BB7"/>
    <w:rsid w:val="000A061F"/>
    <w:rsid w:val="000A10FF"/>
    <w:rsid w:val="000A2704"/>
    <w:rsid w:val="000A27D5"/>
    <w:rsid w:val="000A2D10"/>
    <w:rsid w:val="000A34B5"/>
    <w:rsid w:val="000A4031"/>
    <w:rsid w:val="000A4425"/>
    <w:rsid w:val="000A7DDA"/>
    <w:rsid w:val="000B116E"/>
    <w:rsid w:val="000B181D"/>
    <w:rsid w:val="000B1A40"/>
    <w:rsid w:val="000B1BC7"/>
    <w:rsid w:val="000B322F"/>
    <w:rsid w:val="000B40D4"/>
    <w:rsid w:val="000B5CD6"/>
    <w:rsid w:val="000B5D4E"/>
    <w:rsid w:val="000B67C7"/>
    <w:rsid w:val="000B6FFF"/>
    <w:rsid w:val="000B7356"/>
    <w:rsid w:val="000B7491"/>
    <w:rsid w:val="000B7BDA"/>
    <w:rsid w:val="000C0F09"/>
    <w:rsid w:val="000C0FB8"/>
    <w:rsid w:val="000C142A"/>
    <w:rsid w:val="000C1485"/>
    <w:rsid w:val="000C3A71"/>
    <w:rsid w:val="000C407D"/>
    <w:rsid w:val="000C4499"/>
    <w:rsid w:val="000C4958"/>
    <w:rsid w:val="000C5466"/>
    <w:rsid w:val="000D1A72"/>
    <w:rsid w:val="000D2B32"/>
    <w:rsid w:val="000D2D82"/>
    <w:rsid w:val="000D32B2"/>
    <w:rsid w:val="000D3717"/>
    <w:rsid w:val="000D4D97"/>
    <w:rsid w:val="000D5094"/>
    <w:rsid w:val="000D5579"/>
    <w:rsid w:val="000D6397"/>
    <w:rsid w:val="000E031C"/>
    <w:rsid w:val="000E1B2C"/>
    <w:rsid w:val="000E397B"/>
    <w:rsid w:val="000E3E1A"/>
    <w:rsid w:val="000E3E41"/>
    <w:rsid w:val="000E459C"/>
    <w:rsid w:val="000E4EE6"/>
    <w:rsid w:val="000E54D2"/>
    <w:rsid w:val="000E58ED"/>
    <w:rsid w:val="000E6536"/>
    <w:rsid w:val="000E740F"/>
    <w:rsid w:val="000E7915"/>
    <w:rsid w:val="000E7D48"/>
    <w:rsid w:val="000F0E38"/>
    <w:rsid w:val="000F12DF"/>
    <w:rsid w:val="000F20CA"/>
    <w:rsid w:val="000F295B"/>
    <w:rsid w:val="000F35FD"/>
    <w:rsid w:val="000F3E13"/>
    <w:rsid w:val="000F416F"/>
    <w:rsid w:val="000F4213"/>
    <w:rsid w:val="000F5A3B"/>
    <w:rsid w:val="000F6092"/>
    <w:rsid w:val="000F647A"/>
    <w:rsid w:val="000F6828"/>
    <w:rsid w:val="000F6EEE"/>
    <w:rsid w:val="000F70EB"/>
    <w:rsid w:val="000F77EB"/>
    <w:rsid w:val="000F7B3F"/>
    <w:rsid w:val="00101048"/>
    <w:rsid w:val="00101173"/>
    <w:rsid w:val="00101563"/>
    <w:rsid w:val="00101FB5"/>
    <w:rsid w:val="001036D8"/>
    <w:rsid w:val="0010444A"/>
    <w:rsid w:val="0010475F"/>
    <w:rsid w:val="001051B7"/>
    <w:rsid w:val="001056A7"/>
    <w:rsid w:val="001074BC"/>
    <w:rsid w:val="001078B4"/>
    <w:rsid w:val="00107C87"/>
    <w:rsid w:val="00107D39"/>
    <w:rsid w:val="00107E13"/>
    <w:rsid w:val="001100A5"/>
    <w:rsid w:val="001116FB"/>
    <w:rsid w:val="001117B9"/>
    <w:rsid w:val="00111DC1"/>
    <w:rsid w:val="00112682"/>
    <w:rsid w:val="00112895"/>
    <w:rsid w:val="00112964"/>
    <w:rsid w:val="00112A46"/>
    <w:rsid w:val="00113474"/>
    <w:rsid w:val="00113803"/>
    <w:rsid w:val="001139B0"/>
    <w:rsid w:val="00114AAD"/>
    <w:rsid w:val="00114BC5"/>
    <w:rsid w:val="001150A2"/>
    <w:rsid w:val="001150E7"/>
    <w:rsid w:val="00115648"/>
    <w:rsid w:val="00115F49"/>
    <w:rsid w:val="00117295"/>
    <w:rsid w:val="0011745C"/>
    <w:rsid w:val="00120DBB"/>
    <w:rsid w:val="0012104A"/>
    <w:rsid w:val="00125639"/>
    <w:rsid w:val="0012566C"/>
    <w:rsid w:val="00125C3A"/>
    <w:rsid w:val="00125FB1"/>
    <w:rsid w:val="001269F0"/>
    <w:rsid w:val="00127948"/>
    <w:rsid w:val="0012796D"/>
    <w:rsid w:val="00130987"/>
    <w:rsid w:val="00131371"/>
    <w:rsid w:val="0013212A"/>
    <w:rsid w:val="001332A0"/>
    <w:rsid w:val="00134ABE"/>
    <w:rsid w:val="00135033"/>
    <w:rsid w:val="00135F6B"/>
    <w:rsid w:val="0013616B"/>
    <w:rsid w:val="00136B90"/>
    <w:rsid w:val="00136DE5"/>
    <w:rsid w:val="00137621"/>
    <w:rsid w:val="001401A0"/>
    <w:rsid w:val="001406C8"/>
    <w:rsid w:val="001429CD"/>
    <w:rsid w:val="00143805"/>
    <w:rsid w:val="00144669"/>
    <w:rsid w:val="001449B8"/>
    <w:rsid w:val="00146115"/>
    <w:rsid w:val="00146C67"/>
    <w:rsid w:val="001470A1"/>
    <w:rsid w:val="00147174"/>
    <w:rsid w:val="00147442"/>
    <w:rsid w:val="00147E74"/>
    <w:rsid w:val="00150C3E"/>
    <w:rsid w:val="001514D6"/>
    <w:rsid w:val="00152CCF"/>
    <w:rsid w:val="0015434C"/>
    <w:rsid w:val="00154EB3"/>
    <w:rsid w:val="0015684D"/>
    <w:rsid w:val="00156FFF"/>
    <w:rsid w:val="0015742A"/>
    <w:rsid w:val="00157A09"/>
    <w:rsid w:val="001609ED"/>
    <w:rsid w:val="00160E58"/>
    <w:rsid w:val="00161630"/>
    <w:rsid w:val="001629D7"/>
    <w:rsid w:val="0016347B"/>
    <w:rsid w:val="00163B18"/>
    <w:rsid w:val="00164235"/>
    <w:rsid w:val="001642ED"/>
    <w:rsid w:val="00165121"/>
    <w:rsid w:val="00166170"/>
    <w:rsid w:val="00167645"/>
    <w:rsid w:val="00167A1E"/>
    <w:rsid w:val="00167BA8"/>
    <w:rsid w:val="00170EB0"/>
    <w:rsid w:val="001712A9"/>
    <w:rsid w:val="00173609"/>
    <w:rsid w:val="0017535B"/>
    <w:rsid w:val="0017588C"/>
    <w:rsid w:val="00175FF9"/>
    <w:rsid w:val="00176AB2"/>
    <w:rsid w:val="0017734B"/>
    <w:rsid w:val="00177828"/>
    <w:rsid w:val="00177BED"/>
    <w:rsid w:val="0018042A"/>
    <w:rsid w:val="001837E7"/>
    <w:rsid w:val="001857D7"/>
    <w:rsid w:val="0018761D"/>
    <w:rsid w:val="00187C5A"/>
    <w:rsid w:val="00190E88"/>
    <w:rsid w:val="00191D33"/>
    <w:rsid w:val="001923A8"/>
    <w:rsid w:val="0019304A"/>
    <w:rsid w:val="0019319D"/>
    <w:rsid w:val="00194FA3"/>
    <w:rsid w:val="00195689"/>
    <w:rsid w:val="00196E81"/>
    <w:rsid w:val="001A031B"/>
    <w:rsid w:val="001A0BF6"/>
    <w:rsid w:val="001A22B2"/>
    <w:rsid w:val="001A2BF3"/>
    <w:rsid w:val="001A33A2"/>
    <w:rsid w:val="001A391F"/>
    <w:rsid w:val="001A56AA"/>
    <w:rsid w:val="001A66F1"/>
    <w:rsid w:val="001A7056"/>
    <w:rsid w:val="001A7F9A"/>
    <w:rsid w:val="001B1817"/>
    <w:rsid w:val="001B18E5"/>
    <w:rsid w:val="001B1930"/>
    <w:rsid w:val="001B1D59"/>
    <w:rsid w:val="001B1FCD"/>
    <w:rsid w:val="001B2EAE"/>
    <w:rsid w:val="001B41CC"/>
    <w:rsid w:val="001B5B77"/>
    <w:rsid w:val="001B748B"/>
    <w:rsid w:val="001C1440"/>
    <w:rsid w:val="001C34BB"/>
    <w:rsid w:val="001C4BB5"/>
    <w:rsid w:val="001C5699"/>
    <w:rsid w:val="001C58F2"/>
    <w:rsid w:val="001C61A9"/>
    <w:rsid w:val="001C63FA"/>
    <w:rsid w:val="001C7524"/>
    <w:rsid w:val="001D008D"/>
    <w:rsid w:val="001D0C3C"/>
    <w:rsid w:val="001D24F0"/>
    <w:rsid w:val="001D2B5D"/>
    <w:rsid w:val="001D317E"/>
    <w:rsid w:val="001D3CD9"/>
    <w:rsid w:val="001D3F1A"/>
    <w:rsid w:val="001D56DF"/>
    <w:rsid w:val="001D70AB"/>
    <w:rsid w:val="001E0105"/>
    <w:rsid w:val="001E0FD5"/>
    <w:rsid w:val="001E198E"/>
    <w:rsid w:val="001E26CC"/>
    <w:rsid w:val="001E44C6"/>
    <w:rsid w:val="001E44D3"/>
    <w:rsid w:val="001E4928"/>
    <w:rsid w:val="001E4BBE"/>
    <w:rsid w:val="001E4BEE"/>
    <w:rsid w:val="001E5D22"/>
    <w:rsid w:val="001E7075"/>
    <w:rsid w:val="001E71A0"/>
    <w:rsid w:val="001E7B70"/>
    <w:rsid w:val="001F1B76"/>
    <w:rsid w:val="001F26BD"/>
    <w:rsid w:val="001F3347"/>
    <w:rsid w:val="001F593E"/>
    <w:rsid w:val="001F5ACA"/>
    <w:rsid w:val="001F762E"/>
    <w:rsid w:val="001F7976"/>
    <w:rsid w:val="002013F4"/>
    <w:rsid w:val="0020186C"/>
    <w:rsid w:val="00202952"/>
    <w:rsid w:val="00202CE3"/>
    <w:rsid w:val="00203DD0"/>
    <w:rsid w:val="0020504F"/>
    <w:rsid w:val="00205679"/>
    <w:rsid w:val="00205912"/>
    <w:rsid w:val="00212AEA"/>
    <w:rsid w:val="00212F9A"/>
    <w:rsid w:val="0021352A"/>
    <w:rsid w:val="00215221"/>
    <w:rsid w:val="00215575"/>
    <w:rsid w:val="002157C6"/>
    <w:rsid w:val="002165A7"/>
    <w:rsid w:val="00216B9E"/>
    <w:rsid w:val="00217481"/>
    <w:rsid w:val="00221143"/>
    <w:rsid w:val="002214C1"/>
    <w:rsid w:val="00221576"/>
    <w:rsid w:val="00221C16"/>
    <w:rsid w:val="002233AD"/>
    <w:rsid w:val="00223500"/>
    <w:rsid w:val="002244D2"/>
    <w:rsid w:val="0022671D"/>
    <w:rsid w:val="002272EA"/>
    <w:rsid w:val="002308F4"/>
    <w:rsid w:val="0023170F"/>
    <w:rsid w:val="002318DF"/>
    <w:rsid w:val="00231EDC"/>
    <w:rsid w:val="002324F2"/>
    <w:rsid w:val="0023380B"/>
    <w:rsid w:val="00236F12"/>
    <w:rsid w:val="002370DD"/>
    <w:rsid w:val="00237920"/>
    <w:rsid w:val="00241326"/>
    <w:rsid w:val="0024150A"/>
    <w:rsid w:val="00241C36"/>
    <w:rsid w:val="00245A3E"/>
    <w:rsid w:val="00245E9D"/>
    <w:rsid w:val="00246C85"/>
    <w:rsid w:val="00247B9D"/>
    <w:rsid w:val="002505CD"/>
    <w:rsid w:val="00252236"/>
    <w:rsid w:val="002524E5"/>
    <w:rsid w:val="00254285"/>
    <w:rsid w:val="002548A7"/>
    <w:rsid w:val="00257A05"/>
    <w:rsid w:val="0026072A"/>
    <w:rsid w:val="00260B8F"/>
    <w:rsid w:val="00261A84"/>
    <w:rsid w:val="002642CE"/>
    <w:rsid w:val="00265D62"/>
    <w:rsid w:val="00266265"/>
    <w:rsid w:val="002711FC"/>
    <w:rsid w:val="00272363"/>
    <w:rsid w:val="00272CF7"/>
    <w:rsid w:val="00273B68"/>
    <w:rsid w:val="0027475A"/>
    <w:rsid w:val="00274A3B"/>
    <w:rsid w:val="002751CF"/>
    <w:rsid w:val="00275F8B"/>
    <w:rsid w:val="002770C1"/>
    <w:rsid w:val="00277A05"/>
    <w:rsid w:val="00277D71"/>
    <w:rsid w:val="00280786"/>
    <w:rsid w:val="00280C62"/>
    <w:rsid w:val="00280E25"/>
    <w:rsid w:val="002819A3"/>
    <w:rsid w:val="00283374"/>
    <w:rsid w:val="0028397A"/>
    <w:rsid w:val="00285E73"/>
    <w:rsid w:val="0028733A"/>
    <w:rsid w:val="00287C49"/>
    <w:rsid w:val="00290497"/>
    <w:rsid w:val="0029052A"/>
    <w:rsid w:val="002907C1"/>
    <w:rsid w:val="0029086C"/>
    <w:rsid w:val="00290DDF"/>
    <w:rsid w:val="002927CF"/>
    <w:rsid w:val="00294C96"/>
    <w:rsid w:val="002956B2"/>
    <w:rsid w:val="00295F77"/>
    <w:rsid w:val="00296143"/>
    <w:rsid w:val="002A05B8"/>
    <w:rsid w:val="002A1E1F"/>
    <w:rsid w:val="002A21F5"/>
    <w:rsid w:val="002A34AB"/>
    <w:rsid w:val="002A375C"/>
    <w:rsid w:val="002A46AB"/>
    <w:rsid w:val="002A5F87"/>
    <w:rsid w:val="002A679B"/>
    <w:rsid w:val="002A67F2"/>
    <w:rsid w:val="002A7579"/>
    <w:rsid w:val="002A78F5"/>
    <w:rsid w:val="002B0498"/>
    <w:rsid w:val="002B160C"/>
    <w:rsid w:val="002B206F"/>
    <w:rsid w:val="002B441E"/>
    <w:rsid w:val="002B4B34"/>
    <w:rsid w:val="002B6ABB"/>
    <w:rsid w:val="002B708B"/>
    <w:rsid w:val="002C11FB"/>
    <w:rsid w:val="002C2ABF"/>
    <w:rsid w:val="002C415C"/>
    <w:rsid w:val="002C500C"/>
    <w:rsid w:val="002C5B10"/>
    <w:rsid w:val="002C6620"/>
    <w:rsid w:val="002D0070"/>
    <w:rsid w:val="002D059D"/>
    <w:rsid w:val="002D15A1"/>
    <w:rsid w:val="002D2243"/>
    <w:rsid w:val="002D2C5C"/>
    <w:rsid w:val="002D309A"/>
    <w:rsid w:val="002D388F"/>
    <w:rsid w:val="002D71FA"/>
    <w:rsid w:val="002E0299"/>
    <w:rsid w:val="002E1376"/>
    <w:rsid w:val="002E150F"/>
    <w:rsid w:val="002E25EF"/>
    <w:rsid w:val="002E3367"/>
    <w:rsid w:val="002E48D2"/>
    <w:rsid w:val="002E6101"/>
    <w:rsid w:val="002E6B9D"/>
    <w:rsid w:val="002E6EBE"/>
    <w:rsid w:val="002E735D"/>
    <w:rsid w:val="002E7FF0"/>
    <w:rsid w:val="002F031E"/>
    <w:rsid w:val="002F2332"/>
    <w:rsid w:val="002F2956"/>
    <w:rsid w:val="002F29F8"/>
    <w:rsid w:val="002F3540"/>
    <w:rsid w:val="002F3AD2"/>
    <w:rsid w:val="002F55CA"/>
    <w:rsid w:val="002F5DB1"/>
    <w:rsid w:val="002F5FDE"/>
    <w:rsid w:val="002F6F83"/>
    <w:rsid w:val="003005FC"/>
    <w:rsid w:val="003006FD"/>
    <w:rsid w:val="003018DB"/>
    <w:rsid w:val="003023F9"/>
    <w:rsid w:val="00303426"/>
    <w:rsid w:val="00303A80"/>
    <w:rsid w:val="00303BBC"/>
    <w:rsid w:val="0030445B"/>
    <w:rsid w:val="00304B4C"/>
    <w:rsid w:val="0030567B"/>
    <w:rsid w:val="003059E3"/>
    <w:rsid w:val="00306F50"/>
    <w:rsid w:val="00310042"/>
    <w:rsid w:val="0031059C"/>
    <w:rsid w:val="00312F83"/>
    <w:rsid w:val="0031311B"/>
    <w:rsid w:val="003131D9"/>
    <w:rsid w:val="003141EA"/>
    <w:rsid w:val="003152C0"/>
    <w:rsid w:val="003153E2"/>
    <w:rsid w:val="0031648C"/>
    <w:rsid w:val="003166F9"/>
    <w:rsid w:val="00317E85"/>
    <w:rsid w:val="00320A82"/>
    <w:rsid w:val="00320DCA"/>
    <w:rsid w:val="0032150F"/>
    <w:rsid w:val="00321545"/>
    <w:rsid w:val="00321AF5"/>
    <w:rsid w:val="003226C5"/>
    <w:rsid w:val="00323B2F"/>
    <w:rsid w:val="00323E87"/>
    <w:rsid w:val="00325F84"/>
    <w:rsid w:val="00327CBD"/>
    <w:rsid w:val="00330CEE"/>
    <w:rsid w:val="00331BEB"/>
    <w:rsid w:val="003320FF"/>
    <w:rsid w:val="003338DB"/>
    <w:rsid w:val="00333BAF"/>
    <w:rsid w:val="00333D9F"/>
    <w:rsid w:val="00334EF6"/>
    <w:rsid w:val="00336DD5"/>
    <w:rsid w:val="0034126C"/>
    <w:rsid w:val="0034196B"/>
    <w:rsid w:val="0034293B"/>
    <w:rsid w:val="00342F4C"/>
    <w:rsid w:val="0034365F"/>
    <w:rsid w:val="00343AA1"/>
    <w:rsid w:val="00343ADF"/>
    <w:rsid w:val="00343F6F"/>
    <w:rsid w:val="00344D7F"/>
    <w:rsid w:val="0034508B"/>
    <w:rsid w:val="0034594F"/>
    <w:rsid w:val="003460BD"/>
    <w:rsid w:val="0034709A"/>
    <w:rsid w:val="0034732C"/>
    <w:rsid w:val="0035183F"/>
    <w:rsid w:val="003518BA"/>
    <w:rsid w:val="00352081"/>
    <w:rsid w:val="00353837"/>
    <w:rsid w:val="00353F18"/>
    <w:rsid w:val="003545BF"/>
    <w:rsid w:val="00355E3E"/>
    <w:rsid w:val="00356FF7"/>
    <w:rsid w:val="00365411"/>
    <w:rsid w:val="00365572"/>
    <w:rsid w:val="00365D81"/>
    <w:rsid w:val="00365F97"/>
    <w:rsid w:val="00366939"/>
    <w:rsid w:val="003706ED"/>
    <w:rsid w:val="00371835"/>
    <w:rsid w:val="00371A46"/>
    <w:rsid w:val="00372784"/>
    <w:rsid w:val="003733D6"/>
    <w:rsid w:val="00373E5D"/>
    <w:rsid w:val="00374747"/>
    <w:rsid w:val="00374A84"/>
    <w:rsid w:val="00374B5F"/>
    <w:rsid w:val="00375B5A"/>
    <w:rsid w:val="00377C3D"/>
    <w:rsid w:val="00380F4D"/>
    <w:rsid w:val="00381DF4"/>
    <w:rsid w:val="00382096"/>
    <w:rsid w:val="00382BCE"/>
    <w:rsid w:val="00384D97"/>
    <w:rsid w:val="00384E87"/>
    <w:rsid w:val="00385BC9"/>
    <w:rsid w:val="00385E69"/>
    <w:rsid w:val="0038676D"/>
    <w:rsid w:val="003868C0"/>
    <w:rsid w:val="00387C47"/>
    <w:rsid w:val="0039013F"/>
    <w:rsid w:val="0039146A"/>
    <w:rsid w:val="00393F3C"/>
    <w:rsid w:val="003956A9"/>
    <w:rsid w:val="003974BB"/>
    <w:rsid w:val="00397BF3"/>
    <w:rsid w:val="003A0407"/>
    <w:rsid w:val="003A0CC3"/>
    <w:rsid w:val="003A1465"/>
    <w:rsid w:val="003A1682"/>
    <w:rsid w:val="003A1B3D"/>
    <w:rsid w:val="003A3C49"/>
    <w:rsid w:val="003A4445"/>
    <w:rsid w:val="003A5E51"/>
    <w:rsid w:val="003A6E32"/>
    <w:rsid w:val="003B25C8"/>
    <w:rsid w:val="003B3308"/>
    <w:rsid w:val="003B36F0"/>
    <w:rsid w:val="003B3DAF"/>
    <w:rsid w:val="003B3E17"/>
    <w:rsid w:val="003B459C"/>
    <w:rsid w:val="003B4925"/>
    <w:rsid w:val="003B4AB1"/>
    <w:rsid w:val="003B5756"/>
    <w:rsid w:val="003B5F37"/>
    <w:rsid w:val="003B6A21"/>
    <w:rsid w:val="003B6D9D"/>
    <w:rsid w:val="003B754F"/>
    <w:rsid w:val="003C15E3"/>
    <w:rsid w:val="003C1631"/>
    <w:rsid w:val="003C1B80"/>
    <w:rsid w:val="003C3FC0"/>
    <w:rsid w:val="003C4273"/>
    <w:rsid w:val="003C5751"/>
    <w:rsid w:val="003C592E"/>
    <w:rsid w:val="003C5CA6"/>
    <w:rsid w:val="003C6836"/>
    <w:rsid w:val="003C6C0D"/>
    <w:rsid w:val="003C7A2E"/>
    <w:rsid w:val="003D1AC0"/>
    <w:rsid w:val="003D1F3D"/>
    <w:rsid w:val="003D25BA"/>
    <w:rsid w:val="003D4227"/>
    <w:rsid w:val="003D4433"/>
    <w:rsid w:val="003D5799"/>
    <w:rsid w:val="003D5A2A"/>
    <w:rsid w:val="003D6503"/>
    <w:rsid w:val="003E002A"/>
    <w:rsid w:val="003E04F6"/>
    <w:rsid w:val="003E0884"/>
    <w:rsid w:val="003E1324"/>
    <w:rsid w:val="003E18DF"/>
    <w:rsid w:val="003E4894"/>
    <w:rsid w:val="003E505E"/>
    <w:rsid w:val="003E5660"/>
    <w:rsid w:val="003E6E2E"/>
    <w:rsid w:val="003E7477"/>
    <w:rsid w:val="003E7977"/>
    <w:rsid w:val="003F0B97"/>
    <w:rsid w:val="003F0DE6"/>
    <w:rsid w:val="003F0F09"/>
    <w:rsid w:val="003F3442"/>
    <w:rsid w:val="003F4685"/>
    <w:rsid w:val="003F4CC6"/>
    <w:rsid w:val="00400EDE"/>
    <w:rsid w:val="00400FD5"/>
    <w:rsid w:val="0040113B"/>
    <w:rsid w:val="0040231C"/>
    <w:rsid w:val="00402594"/>
    <w:rsid w:val="004025AE"/>
    <w:rsid w:val="00402A1F"/>
    <w:rsid w:val="00402CA8"/>
    <w:rsid w:val="00403083"/>
    <w:rsid w:val="0040412E"/>
    <w:rsid w:val="00404D7C"/>
    <w:rsid w:val="00405205"/>
    <w:rsid w:val="004058E3"/>
    <w:rsid w:val="00406433"/>
    <w:rsid w:val="00410647"/>
    <w:rsid w:val="00410A1C"/>
    <w:rsid w:val="00412451"/>
    <w:rsid w:val="00413784"/>
    <w:rsid w:val="004144AE"/>
    <w:rsid w:val="004155A7"/>
    <w:rsid w:val="00420870"/>
    <w:rsid w:val="00420977"/>
    <w:rsid w:val="00421048"/>
    <w:rsid w:val="004213D2"/>
    <w:rsid w:val="00422432"/>
    <w:rsid w:val="00423147"/>
    <w:rsid w:val="00423AA7"/>
    <w:rsid w:val="00423DAC"/>
    <w:rsid w:val="00424041"/>
    <w:rsid w:val="00424A3F"/>
    <w:rsid w:val="00425587"/>
    <w:rsid w:val="004265E4"/>
    <w:rsid w:val="00427BB3"/>
    <w:rsid w:val="00430512"/>
    <w:rsid w:val="004306F2"/>
    <w:rsid w:val="0043071C"/>
    <w:rsid w:val="00431679"/>
    <w:rsid w:val="00431925"/>
    <w:rsid w:val="00432097"/>
    <w:rsid w:val="00432FAC"/>
    <w:rsid w:val="00433B47"/>
    <w:rsid w:val="00433B5A"/>
    <w:rsid w:val="00433BA8"/>
    <w:rsid w:val="0043407B"/>
    <w:rsid w:val="004343CC"/>
    <w:rsid w:val="00435545"/>
    <w:rsid w:val="00435647"/>
    <w:rsid w:val="00435D3F"/>
    <w:rsid w:val="0043650B"/>
    <w:rsid w:val="00437052"/>
    <w:rsid w:val="004378DE"/>
    <w:rsid w:val="004400F5"/>
    <w:rsid w:val="00440C4B"/>
    <w:rsid w:val="00441AB5"/>
    <w:rsid w:val="004445F0"/>
    <w:rsid w:val="004454C9"/>
    <w:rsid w:val="00447787"/>
    <w:rsid w:val="00447CA2"/>
    <w:rsid w:val="00450EBE"/>
    <w:rsid w:val="00451F5D"/>
    <w:rsid w:val="004525FE"/>
    <w:rsid w:val="00452AAA"/>
    <w:rsid w:val="00452F12"/>
    <w:rsid w:val="00453905"/>
    <w:rsid w:val="00456779"/>
    <w:rsid w:val="0045769B"/>
    <w:rsid w:val="00457CEA"/>
    <w:rsid w:val="004609C3"/>
    <w:rsid w:val="004610A2"/>
    <w:rsid w:val="0046231C"/>
    <w:rsid w:val="00462F33"/>
    <w:rsid w:val="00463F81"/>
    <w:rsid w:val="00466302"/>
    <w:rsid w:val="00466BD9"/>
    <w:rsid w:val="00466E5F"/>
    <w:rsid w:val="00466EBB"/>
    <w:rsid w:val="00467757"/>
    <w:rsid w:val="00471197"/>
    <w:rsid w:val="004715FE"/>
    <w:rsid w:val="0047242B"/>
    <w:rsid w:val="00472D1F"/>
    <w:rsid w:val="00472F94"/>
    <w:rsid w:val="0047332A"/>
    <w:rsid w:val="00473AE1"/>
    <w:rsid w:val="00473FFF"/>
    <w:rsid w:val="00474E97"/>
    <w:rsid w:val="00475E3F"/>
    <w:rsid w:val="004768E3"/>
    <w:rsid w:val="00476D59"/>
    <w:rsid w:val="00476EEF"/>
    <w:rsid w:val="00477FEF"/>
    <w:rsid w:val="004804AA"/>
    <w:rsid w:val="00480854"/>
    <w:rsid w:val="0048156C"/>
    <w:rsid w:val="0048182B"/>
    <w:rsid w:val="00481C7F"/>
    <w:rsid w:val="00481FAA"/>
    <w:rsid w:val="00482E78"/>
    <w:rsid w:val="004838C2"/>
    <w:rsid w:val="00483D97"/>
    <w:rsid w:val="0048453B"/>
    <w:rsid w:val="0048483C"/>
    <w:rsid w:val="00484A69"/>
    <w:rsid w:val="0048509C"/>
    <w:rsid w:val="004850E3"/>
    <w:rsid w:val="004907C5"/>
    <w:rsid w:val="00493500"/>
    <w:rsid w:val="00495129"/>
    <w:rsid w:val="0049598A"/>
    <w:rsid w:val="004959C4"/>
    <w:rsid w:val="00495DFE"/>
    <w:rsid w:val="00495EBF"/>
    <w:rsid w:val="00495F88"/>
    <w:rsid w:val="00496E2F"/>
    <w:rsid w:val="00497065"/>
    <w:rsid w:val="0049732D"/>
    <w:rsid w:val="00497EBD"/>
    <w:rsid w:val="004A182D"/>
    <w:rsid w:val="004A2113"/>
    <w:rsid w:val="004A24AE"/>
    <w:rsid w:val="004A2852"/>
    <w:rsid w:val="004A2EF4"/>
    <w:rsid w:val="004A4009"/>
    <w:rsid w:val="004A411D"/>
    <w:rsid w:val="004A4D9A"/>
    <w:rsid w:val="004A74E9"/>
    <w:rsid w:val="004A7BFE"/>
    <w:rsid w:val="004B145E"/>
    <w:rsid w:val="004B15C5"/>
    <w:rsid w:val="004B20EA"/>
    <w:rsid w:val="004B272B"/>
    <w:rsid w:val="004B2826"/>
    <w:rsid w:val="004B49F7"/>
    <w:rsid w:val="004B4FA1"/>
    <w:rsid w:val="004B5AF5"/>
    <w:rsid w:val="004B6CA5"/>
    <w:rsid w:val="004C26BB"/>
    <w:rsid w:val="004C3310"/>
    <w:rsid w:val="004C4807"/>
    <w:rsid w:val="004C5D32"/>
    <w:rsid w:val="004C661E"/>
    <w:rsid w:val="004C695A"/>
    <w:rsid w:val="004C730F"/>
    <w:rsid w:val="004C7D3F"/>
    <w:rsid w:val="004D0397"/>
    <w:rsid w:val="004D0F37"/>
    <w:rsid w:val="004D1BD2"/>
    <w:rsid w:val="004D2EE3"/>
    <w:rsid w:val="004D3AE2"/>
    <w:rsid w:val="004D4203"/>
    <w:rsid w:val="004D471B"/>
    <w:rsid w:val="004D4C98"/>
    <w:rsid w:val="004D4E95"/>
    <w:rsid w:val="004D57A3"/>
    <w:rsid w:val="004D69B0"/>
    <w:rsid w:val="004D75BE"/>
    <w:rsid w:val="004E0757"/>
    <w:rsid w:val="004E1059"/>
    <w:rsid w:val="004E11E0"/>
    <w:rsid w:val="004E12B0"/>
    <w:rsid w:val="004E31F4"/>
    <w:rsid w:val="004E33A0"/>
    <w:rsid w:val="004E3E73"/>
    <w:rsid w:val="004E4774"/>
    <w:rsid w:val="004E55F3"/>
    <w:rsid w:val="004E56C5"/>
    <w:rsid w:val="004E6309"/>
    <w:rsid w:val="004E6815"/>
    <w:rsid w:val="004E697D"/>
    <w:rsid w:val="004E7E15"/>
    <w:rsid w:val="004F0577"/>
    <w:rsid w:val="004F0726"/>
    <w:rsid w:val="004F2837"/>
    <w:rsid w:val="004F2B4B"/>
    <w:rsid w:val="004F3120"/>
    <w:rsid w:val="004F3915"/>
    <w:rsid w:val="004F3C60"/>
    <w:rsid w:val="004F40F0"/>
    <w:rsid w:val="004F5D16"/>
    <w:rsid w:val="004F60EE"/>
    <w:rsid w:val="004F63A4"/>
    <w:rsid w:val="004F72A9"/>
    <w:rsid w:val="004F7781"/>
    <w:rsid w:val="005015C8"/>
    <w:rsid w:val="005017C6"/>
    <w:rsid w:val="00501FCE"/>
    <w:rsid w:val="00502380"/>
    <w:rsid w:val="005026D0"/>
    <w:rsid w:val="005029C9"/>
    <w:rsid w:val="00502C61"/>
    <w:rsid w:val="00504A48"/>
    <w:rsid w:val="00505C78"/>
    <w:rsid w:val="00505D5F"/>
    <w:rsid w:val="00510EE8"/>
    <w:rsid w:val="0051221F"/>
    <w:rsid w:val="00512677"/>
    <w:rsid w:val="00513982"/>
    <w:rsid w:val="005144FD"/>
    <w:rsid w:val="00514D35"/>
    <w:rsid w:val="00515AFA"/>
    <w:rsid w:val="00515B95"/>
    <w:rsid w:val="005160CA"/>
    <w:rsid w:val="00516955"/>
    <w:rsid w:val="005170D6"/>
    <w:rsid w:val="00517148"/>
    <w:rsid w:val="0051738B"/>
    <w:rsid w:val="00520130"/>
    <w:rsid w:val="00520523"/>
    <w:rsid w:val="005208F0"/>
    <w:rsid w:val="00521B25"/>
    <w:rsid w:val="00522592"/>
    <w:rsid w:val="00522C5B"/>
    <w:rsid w:val="00523634"/>
    <w:rsid w:val="00523A5F"/>
    <w:rsid w:val="0052411D"/>
    <w:rsid w:val="0052441E"/>
    <w:rsid w:val="005251D5"/>
    <w:rsid w:val="00525984"/>
    <w:rsid w:val="00526682"/>
    <w:rsid w:val="00526F1D"/>
    <w:rsid w:val="00530304"/>
    <w:rsid w:val="00533430"/>
    <w:rsid w:val="0053346D"/>
    <w:rsid w:val="00534BDE"/>
    <w:rsid w:val="005379D8"/>
    <w:rsid w:val="00537A08"/>
    <w:rsid w:val="00537B00"/>
    <w:rsid w:val="00540273"/>
    <w:rsid w:val="00541550"/>
    <w:rsid w:val="0054188E"/>
    <w:rsid w:val="00541A47"/>
    <w:rsid w:val="0054243A"/>
    <w:rsid w:val="005428C5"/>
    <w:rsid w:val="00542A99"/>
    <w:rsid w:val="00542DF7"/>
    <w:rsid w:val="0054563F"/>
    <w:rsid w:val="00545994"/>
    <w:rsid w:val="00545D58"/>
    <w:rsid w:val="005474B7"/>
    <w:rsid w:val="00547DEA"/>
    <w:rsid w:val="0055096F"/>
    <w:rsid w:val="00551945"/>
    <w:rsid w:val="00551F73"/>
    <w:rsid w:val="0055206D"/>
    <w:rsid w:val="0055344A"/>
    <w:rsid w:val="00553782"/>
    <w:rsid w:val="005539A8"/>
    <w:rsid w:val="0055420E"/>
    <w:rsid w:val="0055479C"/>
    <w:rsid w:val="00554AC0"/>
    <w:rsid w:val="00554BBA"/>
    <w:rsid w:val="0055500A"/>
    <w:rsid w:val="0055511E"/>
    <w:rsid w:val="00555633"/>
    <w:rsid w:val="0055659C"/>
    <w:rsid w:val="00557F64"/>
    <w:rsid w:val="0056091F"/>
    <w:rsid w:val="00561273"/>
    <w:rsid w:val="00562DA8"/>
    <w:rsid w:val="00563417"/>
    <w:rsid w:val="005639BD"/>
    <w:rsid w:val="00565888"/>
    <w:rsid w:val="00566848"/>
    <w:rsid w:val="00566D5B"/>
    <w:rsid w:val="005679D9"/>
    <w:rsid w:val="00567B70"/>
    <w:rsid w:val="0057010C"/>
    <w:rsid w:val="00570B15"/>
    <w:rsid w:val="00570CC9"/>
    <w:rsid w:val="00572057"/>
    <w:rsid w:val="00572299"/>
    <w:rsid w:val="005744E1"/>
    <w:rsid w:val="00574D13"/>
    <w:rsid w:val="00574FCB"/>
    <w:rsid w:val="00575FB0"/>
    <w:rsid w:val="005810CA"/>
    <w:rsid w:val="00581964"/>
    <w:rsid w:val="00581BBE"/>
    <w:rsid w:val="005821E4"/>
    <w:rsid w:val="005826C5"/>
    <w:rsid w:val="00585029"/>
    <w:rsid w:val="005871DF"/>
    <w:rsid w:val="00587EBB"/>
    <w:rsid w:val="00590B6D"/>
    <w:rsid w:val="00590E5B"/>
    <w:rsid w:val="005921F1"/>
    <w:rsid w:val="00592635"/>
    <w:rsid w:val="00592C27"/>
    <w:rsid w:val="00593499"/>
    <w:rsid w:val="00593FC9"/>
    <w:rsid w:val="0059486A"/>
    <w:rsid w:val="00595692"/>
    <w:rsid w:val="0059596E"/>
    <w:rsid w:val="00596277"/>
    <w:rsid w:val="00596C64"/>
    <w:rsid w:val="00597E7C"/>
    <w:rsid w:val="005A06B6"/>
    <w:rsid w:val="005A142E"/>
    <w:rsid w:val="005A14E2"/>
    <w:rsid w:val="005A1C53"/>
    <w:rsid w:val="005A3666"/>
    <w:rsid w:val="005A39C9"/>
    <w:rsid w:val="005A3D30"/>
    <w:rsid w:val="005A4E9D"/>
    <w:rsid w:val="005A670A"/>
    <w:rsid w:val="005A6D30"/>
    <w:rsid w:val="005A7352"/>
    <w:rsid w:val="005B03C9"/>
    <w:rsid w:val="005B052C"/>
    <w:rsid w:val="005B111E"/>
    <w:rsid w:val="005B1279"/>
    <w:rsid w:val="005B1494"/>
    <w:rsid w:val="005B2403"/>
    <w:rsid w:val="005B333E"/>
    <w:rsid w:val="005B5486"/>
    <w:rsid w:val="005B6591"/>
    <w:rsid w:val="005B6FBD"/>
    <w:rsid w:val="005B73F1"/>
    <w:rsid w:val="005C0BA7"/>
    <w:rsid w:val="005C21A1"/>
    <w:rsid w:val="005C246C"/>
    <w:rsid w:val="005C33C8"/>
    <w:rsid w:val="005C3A2F"/>
    <w:rsid w:val="005C4512"/>
    <w:rsid w:val="005C4599"/>
    <w:rsid w:val="005C5022"/>
    <w:rsid w:val="005C58BE"/>
    <w:rsid w:val="005C5C00"/>
    <w:rsid w:val="005C61B3"/>
    <w:rsid w:val="005C6A54"/>
    <w:rsid w:val="005C70F4"/>
    <w:rsid w:val="005C727C"/>
    <w:rsid w:val="005D09A3"/>
    <w:rsid w:val="005D0A69"/>
    <w:rsid w:val="005D27C5"/>
    <w:rsid w:val="005D42A9"/>
    <w:rsid w:val="005D48AD"/>
    <w:rsid w:val="005D51C7"/>
    <w:rsid w:val="005D5ACB"/>
    <w:rsid w:val="005D6B9E"/>
    <w:rsid w:val="005D6CF2"/>
    <w:rsid w:val="005D745A"/>
    <w:rsid w:val="005D75E4"/>
    <w:rsid w:val="005E096A"/>
    <w:rsid w:val="005E1ACB"/>
    <w:rsid w:val="005E1DD6"/>
    <w:rsid w:val="005E5292"/>
    <w:rsid w:val="005E5A08"/>
    <w:rsid w:val="005E66B2"/>
    <w:rsid w:val="005E7099"/>
    <w:rsid w:val="005E777A"/>
    <w:rsid w:val="005E7B92"/>
    <w:rsid w:val="005F006A"/>
    <w:rsid w:val="005F12AB"/>
    <w:rsid w:val="005F166E"/>
    <w:rsid w:val="005F1A38"/>
    <w:rsid w:val="005F1F9E"/>
    <w:rsid w:val="005F23A4"/>
    <w:rsid w:val="005F2642"/>
    <w:rsid w:val="005F2BA2"/>
    <w:rsid w:val="005F3223"/>
    <w:rsid w:val="005F3624"/>
    <w:rsid w:val="005F3807"/>
    <w:rsid w:val="005F4AEF"/>
    <w:rsid w:val="005F55F3"/>
    <w:rsid w:val="005F596C"/>
    <w:rsid w:val="005F6F37"/>
    <w:rsid w:val="005F7345"/>
    <w:rsid w:val="00601A6E"/>
    <w:rsid w:val="00601D5F"/>
    <w:rsid w:val="00601E6C"/>
    <w:rsid w:val="0060303B"/>
    <w:rsid w:val="006030F4"/>
    <w:rsid w:val="00603330"/>
    <w:rsid w:val="0060392C"/>
    <w:rsid w:val="00604242"/>
    <w:rsid w:val="00604F4B"/>
    <w:rsid w:val="00604F87"/>
    <w:rsid w:val="0060513B"/>
    <w:rsid w:val="00606810"/>
    <w:rsid w:val="00606B15"/>
    <w:rsid w:val="006076D2"/>
    <w:rsid w:val="00607BB4"/>
    <w:rsid w:val="00607FAF"/>
    <w:rsid w:val="00610301"/>
    <w:rsid w:val="00611C7F"/>
    <w:rsid w:val="00611D0F"/>
    <w:rsid w:val="00612A0D"/>
    <w:rsid w:val="00612E87"/>
    <w:rsid w:val="006140AD"/>
    <w:rsid w:val="00616862"/>
    <w:rsid w:val="00616DDF"/>
    <w:rsid w:val="00620887"/>
    <w:rsid w:val="00621232"/>
    <w:rsid w:val="00623397"/>
    <w:rsid w:val="0062431A"/>
    <w:rsid w:val="0062499D"/>
    <w:rsid w:val="006253DC"/>
    <w:rsid w:val="00625FE7"/>
    <w:rsid w:val="006306DC"/>
    <w:rsid w:val="0063074B"/>
    <w:rsid w:val="006310FD"/>
    <w:rsid w:val="006319B1"/>
    <w:rsid w:val="006335B1"/>
    <w:rsid w:val="00634BB3"/>
    <w:rsid w:val="0063584B"/>
    <w:rsid w:val="00637BC0"/>
    <w:rsid w:val="0064046F"/>
    <w:rsid w:val="00641097"/>
    <w:rsid w:val="006412C6"/>
    <w:rsid w:val="00641776"/>
    <w:rsid w:val="00641855"/>
    <w:rsid w:val="00643A56"/>
    <w:rsid w:val="006445EC"/>
    <w:rsid w:val="0064622A"/>
    <w:rsid w:val="006463AB"/>
    <w:rsid w:val="0065056F"/>
    <w:rsid w:val="006515E2"/>
    <w:rsid w:val="00652031"/>
    <w:rsid w:val="006531D4"/>
    <w:rsid w:val="00653AB5"/>
    <w:rsid w:val="00653BDD"/>
    <w:rsid w:val="00655336"/>
    <w:rsid w:val="006557DB"/>
    <w:rsid w:val="00656644"/>
    <w:rsid w:val="00657B40"/>
    <w:rsid w:val="00660125"/>
    <w:rsid w:val="00660B6C"/>
    <w:rsid w:val="00660CB0"/>
    <w:rsid w:val="00663E08"/>
    <w:rsid w:val="0066533E"/>
    <w:rsid w:val="006653F5"/>
    <w:rsid w:val="00666606"/>
    <w:rsid w:val="00666B38"/>
    <w:rsid w:val="00667938"/>
    <w:rsid w:val="006679B1"/>
    <w:rsid w:val="0067244A"/>
    <w:rsid w:val="00673BAD"/>
    <w:rsid w:val="00673D09"/>
    <w:rsid w:val="0067414A"/>
    <w:rsid w:val="00674D9C"/>
    <w:rsid w:val="00674F22"/>
    <w:rsid w:val="00675824"/>
    <w:rsid w:val="00675FAF"/>
    <w:rsid w:val="0067608B"/>
    <w:rsid w:val="006774BD"/>
    <w:rsid w:val="0068013F"/>
    <w:rsid w:val="00680BC2"/>
    <w:rsid w:val="0068106B"/>
    <w:rsid w:val="00681683"/>
    <w:rsid w:val="00681AF6"/>
    <w:rsid w:val="00682058"/>
    <w:rsid w:val="0068283D"/>
    <w:rsid w:val="006839E6"/>
    <w:rsid w:val="00683B46"/>
    <w:rsid w:val="00683ED7"/>
    <w:rsid w:val="0068677E"/>
    <w:rsid w:val="006867D3"/>
    <w:rsid w:val="00686C13"/>
    <w:rsid w:val="00686DD4"/>
    <w:rsid w:val="006876C2"/>
    <w:rsid w:val="00687A78"/>
    <w:rsid w:val="00687C92"/>
    <w:rsid w:val="00687E56"/>
    <w:rsid w:val="00690843"/>
    <w:rsid w:val="00690AEF"/>
    <w:rsid w:val="00692420"/>
    <w:rsid w:val="00692825"/>
    <w:rsid w:val="006928AB"/>
    <w:rsid w:val="00692CC6"/>
    <w:rsid w:val="00692E70"/>
    <w:rsid w:val="006932EE"/>
    <w:rsid w:val="00693480"/>
    <w:rsid w:val="006969F6"/>
    <w:rsid w:val="00697636"/>
    <w:rsid w:val="00697C91"/>
    <w:rsid w:val="006A0089"/>
    <w:rsid w:val="006A26EB"/>
    <w:rsid w:val="006A3150"/>
    <w:rsid w:val="006A380D"/>
    <w:rsid w:val="006A42BC"/>
    <w:rsid w:val="006A6D71"/>
    <w:rsid w:val="006A71A6"/>
    <w:rsid w:val="006B1D66"/>
    <w:rsid w:val="006B34D7"/>
    <w:rsid w:val="006B35B1"/>
    <w:rsid w:val="006B53D1"/>
    <w:rsid w:val="006B5488"/>
    <w:rsid w:val="006B633E"/>
    <w:rsid w:val="006B6A95"/>
    <w:rsid w:val="006B764E"/>
    <w:rsid w:val="006B776B"/>
    <w:rsid w:val="006C06B2"/>
    <w:rsid w:val="006C0CDE"/>
    <w:rsid w:val="006C19F7"/>
    <w:rsid w:val="006C1FE8"/>
    <w:rsid w:val="006C22A8"/>
    <w:rsid w:val="006C235A"/>
    <w:rsid w:val="006C2EF5"/>
    <w:rsid w:val="006C4537"/>
    <w:rsid w:val="006C5BE9"/>
    <w:rsid w:val="006C5F2D"/>
    <w:rsid w:val="006C6464"/>
    <w:rsid w:val="006C64DD"/>
    <w:rsid w:val="006C6726"/>
    <w:rsid w:val="006C688D"/>
    <w:rsid w:val="006C754D"/>
    <w:rsid w:val="006C75EE"/>
    <w:rsid w:val="006C7917"/>
    <w:rsid w:val="006D0415"/>
    <w:rsid w:val="006D09F5"/>
    <w:rsid w:val="006D0F23"/>
    <w:rsid w:val="006D1F76"/>
    <w:rsid w:val="006D2326"/>
    <w:rsid w:val="006D2812"/>
    <w:rsid w:val="006D2A8D"/>
    <w:rsid w:val="006D2C9E"/>
    <w:rsid w:val="006D33C7"/>
    <w:rsid w:val="006D3823"/>
    <w:rsid w:val="006D50C1"/>
    <w:rsid w:val="006D5139"/>
    <w:rsid w:val="006D6151"/>
    <w:rsid w:val="006D66B0"/>
    <w:rsid w:val="006D6E3F"/>
    <w:rsid w:val="006D79CB"/>
    <w:rsid w:val="006E19D6"/>
    <w:rsid w:val="006E1D22"/>
    <w:rsid w:val="006E2E8B"/>
    <w:rsid w:val="006E2F69"/>
    <w:rsid w:val="006E4BE5"/>
    <w:rsid w:val="006E56DB"/>
    <w:rsid w:val="006E5C18"/>
    <w:rsid w:val="006E6AEE"/>
    <w:rsid w:val="006E793F"/>
    <w:rsid w:val="006E7CBC"/>
    <w:rsid w:val="006F0072"/>
    <w:rsid w:val="006F0A7E"/>
    <w:rsid w:val="006F0E24"/>
    <w:rsid w:val="006F15D6"/>
    <w:rsid w:val="006F17B1"/>
    <w:rsid w:val="006F2451"/>
    <w:rsid w:val="006F260C"/>
    <w:rsid w:val="006F2D20"/>
    <w:rsid w:val="006F4935"/>
    <w:rsid w:val="006F51D2"/>
    <w:rsid w:val="006F5D3E"/>
    <w:rsid w:val="006F6696"/>
    <w:rsid w:val="00700C08"/>
    <w:rsid w:val="00701011"/>
    <w:rsid w:val="00701CC2"/>
    <w:rsid w:val="007020BF"/>
    <w:rsid w:val="00702371"/>
    <w:rsid w:val="00703D42"/>
    <w:rsid w:val="007049AD"/>
    <w:rsid w:val="0070533D"/>
    <w:rsid w:val="0070536A"/>
    <w:rsid w:val="00706002"/>
    <w:rsid w:val="0070634D"/>
    <w:rsid w:val="0070702D"/>
    <w:rsid w:val="00710372"/>
    <w:rsid w:val="00711971"/>
    <w:rsid w:val="00711BA0"/>
    <w:rsid w:val="0071208E"/>
    <w:rsid w:val="007120C4"/>
    <w:rsid w:val="00713A96"/>
    <w:rsid w:val="00714833"/>
    <w:rsid w:val="007150EA"/>
    <w:rsid w:val="0071601F"/>
    <w:rsid w:val="00717761"/>
    <w:rsid w:val="007205DD"/>
    <w:rsid w:val="007218A6"/>
    <w:rsid w:val="00721B28"/>
    <w:rsid w:val="00722078"/>
    <w:rsid w:val="007229CD"/>
    <w:rsid w:val="00723103"/>
    <w:rsid w:val="00723348"/>
    <w:rsid w:val="00723925"/>
    <w:rsid w:val="00725426"/>
    <w:rsid w:val="00725C72"/>
    <w:rsid w:val="00727008"/>
    <w:rsid w:val="00730678"/>
    <w:rsid w:val="007311C1"/>
    <w:rsid w:val="00731CBF"/>
    <w:rsid w:val="00732105"/>
    <w:rsid w:val="007322EE"/>
    <w:rsid w:val="00732B74"/>
    <w:rsid w:val="00733AA4"/>
    <w:rsid w:val="00734C1F"/>
    <w:rsid w:val="00736D18"/>
    <w:rsid w:val="0073747A"/>
    <w:rsid w:val="00737F5B"/>
    <w:rsid w:val="00740288"/>
    <w:rsid w:val="007406A4"/>
    <w:rsid w:val="00740777"/>
    <w:rsid w:val="007412FB"/>
    <w:rsid w:val="00741BB3"/>
    <w:rsid w:val="007421C6"/>
    <w:rsid w:val="007426FA"/>
    <w:rsid w:val="00742E77"/>
    <w:rsid w:val="00742FBB"/>
    <w:rsid w:val="00743BFF"/>
    <w:rsid w:val="00744011"/>
    <w:rsid w:val="00745893"/>
    <w:rsid w:val="00745B58"/>
    <w:rsid w:val="00745CEE"/>
    <w:rsid w:val="00750D60"/>
    <w:rsid w:val="007535C1"/>
    <w:rsid w:val="00753935"/>
    <w:rsid w:val="007539E2"/>
    <w:rsid w:val="00753F13"/>
    <w:rsid w:val="00754747"/>
    <w:rsid w:val="0075489D"/>
    <w:rsid w:val="00754BC5"/>
    <w:rsid w:val="00754BD7"/>
    <w:rsid w:val="00756ED0"/>
    <w:rsid w:val="00757137"/>
    <w:rsid w:val="007573BC"/>
    <w:rsid w:val="00763E18"/>
    <w:rsid w:val="007652D7"/>
    <w:rsid w:val="00765AE6"/>
    <w:rsid w:val="007670E3"/>
    <w:rsid w:val="007675DA"/>
    <w:rsid w:val="00771FD7"/>
    <w:rsid w:val="0077349A"/>
    <w:rsid w:val="007748E3"/>
    <w:rsid w:val="00775F8B"/>
    <w:rsid w:val="00776D92"/>
    <w:rsid w:val="00777228"/>
    <w:rsid w:val="007776A6"/>
    <w:rsid w:val="00780261"/>
    <w:rsid w:val="00780348"/>
    <w:rsid w:val="00780D24"/>
    <w:rsid w:val="00781F49"/>
    <w:rsid w:val="0078213A"/>
    <w:rsid w:val="00782EE0"/>
    <w:rsid w:val="00783788"/>
    <w:rsid w:val="00783C5E"/>
    <w:rsid w:val="00784F18"/>
    <w:rsid w:val="007852A3"/>
    <w:rsid w:val="00786744"/>
    <w:rsid w:val="00790DBD"/>
    <w:rsid w:val="007932E9"/>
    <w:rsid w:val="00794C7F"/>
    <w:rsid w:val="00795F14"/>
    <w:rsid w:val="007A1246"/>
    <w:rsid w:val="007A3B0D"/>
    <w:rsid w:val="007A5026"/>
    <w:rsid w:val="007A539D"/>
    <w:rsid w:val="007A66F1"/>
    <w:rsid w:val="007A67C3"/>
    <w:rsid w:val="007A70F3"/>
    <w:rsid w:val="007A71D3"/>
    <w:rsid w:val="007A732A"/>
    <w:rsid w:val="007A76CD"/>
    <w:rsid w:val="007A7F22"/>
    <w:rsid w:val="007B0A85"/>
    <w:rsid w:val="007B0FCF"/>
    <w:rsid w:val="007B1C55"/>
    <w:rsid w:val="007B355C"/>
    <w:rsid w:val="007B3C3E"/>
    <w:rsid w:val="007B5401"/>
    <w:rsid w:val="007B556B"/>
    <w:rsid w:val="007B56BD"/>
    <w:rsid w:val="007B584F"/>
    <w:rsid w:val="007B69E1"/>
    <w:rsid w:val="007B7ABD"/>
    <w:rsid w:val="007C037C"/>
    <w:rsid w:val="007C0810"/>
    <w:rsid w:val="007C0E72"/>
    <w:rsid w:val="007C1607"/>
    <w:rsid w:val="007C1783"/>
    <w:rsid w:val="007C21C8"/>
    <w:rsid w:val="007C2D44"/>
    <w:rsid w:val="007C3085"/>
    <w:rsid w:val="007C3992"/>
    <w:rsid w:val="007C3A3F"/>
    <w:rsid w:val="007C576A"/>
    <w:rsid w:val="007C6A5E"/>
    <w:rsid w:val="007D0278"/>
    <w:rsid w:val="007D14B8"/>
    <w:rsid w:val="007D26A8"/>
    <w:rsid w:val="007D35E1"/>
    <w:rsid w:val="007D3741"/>
    <w:rsid w:val="007D4AFF"/>
    <w:rsid w:val="007D4F56"/>
    <w:rsid w:val="007D551C"/>
    <w:rsid w:val="007D5F0F"/>
    <w:rsid w:val="007D69E2"/>
    <w:rsid w:val="007E08FB"/>
    <w:rsid w:val="007E0AA9"/>
    <w:rsid w:val="007E2A8A"/>
    <w:rsid w:val="007E3677"/>
    <w:rsid w:val="007E3D25"/>
    <w:rsid w:val="007E4048"/>
    <w:rsid w:val="007E4518"/>
    <w:rsid w:val="007E66A9"/>
    <w:rsid w:val="007E7AA9"/>
    <w:rsid w:val="007F1586"/>
    <w:rsid w:val="007F167B"/>
    <w:rsid w:val="007F26D7"/>
    <w:rsid w:val="007F2C1C"/>
    <w:rsid w:val="007F40AF"/>
    <w:rsid w:val="007F4BF6"/>
    <w:rsid w:val="007F4F18"/>
    <w:rsid w:val="007F524E"/>
    <w:rsid w:val="007F5785"/>
    <w:rsid w:val="007F6B38"/>
    <w:rsid w:val="007F7942"/>
    <w:rsid w:val="007F7946"/>
    <w:rsid w:val="007F7CF4"/>
    <w:rsid w:val="00800341"/>
    <w:rsid w:val="008003BB"/>
    <w:rsid w:val="0080057A"/>
    <w:rsid w:val="00800723"/>
    <w:rsid w:val="00800AF5"/>
    <w:rsid w:val="00802041"/>
    <w:rsid w:val="00807327"/>
    <w:rsid w:val="0080752C"/>
    <w:rsid w:val="008078FE"/>
    <w:rsid w:val="00810BA7"/>
    <w:rsid w:val="00810C7F"/>
    <w:rsid w:val="00811912"/>
    <w:rsid w:val="00812E9D"/>
    <w:rsid w:val="008130BB"/>
    <w:rsid w:val="0081363D"/>
    <w:rsid w:val="008143C6"/>
    <w:rsid w:val="0081453C"/>
    <w:rsid w:val="0081640C"/>
    <w:rsid w:val="0081653C"/>
    <w:rsid w:val="008174CB"/>
    <w:rsid w:val="008179C9"/>
    <w:rsid w:val="0082161F"/>
    <w:rsid w:val="00823B6E"/>
    <w:rsid w:val="00825F6D"/>
    <w:rsid w:val="008273B0"/>
    <w:rsid w:val="00830186"/>
    <w:rsid w:val="00831376"/>
    <w:rsid w:val="008314C9"/>
    <w:rsid w:val="00831AC3"/>
    <w:rsid w:val="00832685"/>
    <w:rsid w:val="0083287D"/>
    <w:rsid w:val="00832F3F"/>
    <w:rsid w:val="00835ABC"/>
    <w:rsid w:val="00835B8E"/>
    <w:rsid w:val="00835E4E"/>
    <w:rsid w:val="00836954"/>
    <w:rsid w:val="00837170"/>
    <w:rsid w:val="00840F2E"/>
    <w:rsid w:val="00840FE3"/>
    <w:rsid w:val="00841588"/>
    <w:rsid w:val="00842015"/>
    <w:rsid w:val="00842115"/>
    <w:rsid w:val="00842DA3"/>
    <w:rsid w:val="008440C9"/>
    <w:rsid w:val="0084495D"/>
    <w:rsid w:val="00844A0A"/>
    <w:rsid w:val="0084599F"/>
    <w:rsid w:val="00845F1E"/>
    <w:rsid w:val="008472FA"/>
    <w:rsid w:val="008474A0"/>
    <w:rsid w:val="008512CB"/>
    <w:rsid w:val="00852B22"/>
    <w:rsid w:val="00852B78"/>
    <w:rsid w:val="00852EA6"/>
    <w:rsid w:val="00853047"/>
    <w:rsid w:val="00853A89"/>
    <w:rsid w:val="00854CAA"/>
    <w:rsid w:val="0085603F"/>
    <w:rsid w:val="00856991"/>
    <w:rsid w:val="0085750D"/>
    <w:rsid w:val="00857854"/>
    <w:rsid w:val="008579D6"/>
    <w:rsid w:val="00860668"/>
    <w:rsid w:val="00862BC9"/>
    <w:rsid w:val="00866DB9"/>
    <w:rsid w:val="00867C7D"/>
    <w:rsid w:val="00870901"/>
    <w:rsid w:val="0087090C"/>
    <w:rsid w:val="00872274"/>
    <w:rsid w:val="00873030"/>
    <w:rsid w:val="00875257"/>
    <w:rsid w:val="008754F3"/>
    <w:rsid w:val="0087654A"/>
    <w:rsid w:val="008770C5"/>
    <w:rsid w:val="00877339"/>
    <w:rsid w:val="00880575"/>
    <w:rsid w:val="00882ABC"/>
    <w:rsid w:val="008837C6"/>
    <w:rsid w:val="00883BF9"/>
    <w:rsid w:val="00884AE9"/>
    <w:rsid w:val="00885239"/>
    <w:rsid w:val="00885831"/>
    <w:rsid w:val="00885CB1"/>
    <w:rsid w:val="00885EF8"/>
    <w:rsid w:val="00886327"/>
    <w:rsid w:val="00886663"/>
    <w:rsid w:val="00886803"/>
    <w:rsid w:val="00887BA9"/>
    <w:rsid w:val="00887C4A"/>
    <w:rsid w:val="00890429"/>
    <w:rsid w:val="00890F37"/>
    <w:rsid w:val="00892B70"/>
    <w:rsid w:val="00893469"/>
    <w:rsid w:val="00893B92"/>
    <w:rsid w:val="00895156"/>
    <w:rsid w:val="008951FC"/>
    <w:rsid w:val="00895DCA"/>
    <w:rsid w:val="00896F91"/>
    <w:rsid w:val="00897817"/>
    <w:rsid w:val="008A0A61"/>
    <w:rsid w:val="008A0C8E"/>
    <w:rsid w:val="008A15B4"/>
    <w:rsid w:val="008A2119"/>
    <w:rsid w:val="008A2D2B"/>
    <w:rsid w:val="008A3B9C"/>
    <w:rsid w:val="008A457D"/>
    <w:rsid w:val="008A4948"/>
    <w:rsid w:val="008A55E2"/>
    <w:rsid w:val="008A5752"/>
    <w:rsid w:val="008A6010"/>
    <w:rsid w:val="008A6828"/>
    <w:rsid w:val="008A79E7"/>
    <w:rsid w:val="008B1FC2"/>
    <w:rsid w:val="008B2D76"/>
    <w:rsid w:val="008B3186"/>
    <w:rsid w:val="008B3E2F"/>
    <w:rsid w:val="008B548F"/>
    <w:rsid w:val="008B7AAE"/>
    <w:rsid w:val="008B7DC2"/>
    <w:rsid w:val="008C0B45"/>
    <w:rsid w:val="008C11CD"/>
    <w:rsid w:val="008C1214"/>
    <w:rsid w:val="008C13AC"/>
    <w:rsid w:val="008C2487"/>
    <w:rsid w:val="008C3A51"/>
    <w:rsid w:val="008C3B26"/>
    <w:rsid w:val="008C3E66"/>
    <w:rsid w:val="008C4D06"/>
    <w:rsid w:val="008C5458"/>
    <w:rsid w:val="008C59AF"/>
    <w:rsid w:val="008C5D71"/>
    <w:rsid w:val="008C68A9"/>
    <w:rsid w:val="008C7976"/>
    <w:rsid w:val="008D0D27"/>
    <w:rsid w:val="008D107D"/>
    <w:rsid w:val="008D1EDA"/>
    <w:rsid w:val="008D4AB9"/>
    <w:rsid w:val="008D5BAE"/>
    <w:rsid w:val="008D61EA"/>
    <w:rsid w:val="008D63CC"/>
    <w:rsid w:val="008D686F"/>
    <w:rsid w:val="008D6972"/>
    <w:rsid w:val="008D6A2E"/>
    <w:rsid w:val="008E03A9"/>
    <w:rsid w:val="008E2605"/>
    <w:rsid w:val="008E2882"/>
    <w:rsid w:val="008E35F9"/>
    <w:rsid w:val="008E3675"/>
    <w:rsid w:val="008E6226"/>
    <w:rsid w:val="008E6837"/>
    <w:rsid w:val="008E6E04"/>
    <w:rsid w:val="008E7253"/>
    <w:rsid w:val="008E7F72"/>
    <w:rsid w:val="008F0844"/>
    <w:rsid w:val="008F09F8"/>
    <w:rsid w:val="008F0EB0"/>
    <w:rsid w:val="008F1556"/>
    <w:rsid w:val="008F1C8E"/>
    <w:rsid w:val="008F2E22"/>
    <w:rsid w:val="008F421C"/>
    <w:rsid w:val="008F585A"/>
    <w:rsid w:val="008F75B9"/>
    <w:rsid w:val="008F7F03"/>
    <w:rsid w:val="009004FB"/>
    <w:rsid w:val="00902156"/>
    <w:rsid w:val="00902961"/>
    <w:rsid w:val="00905115"/>
    <w:rsid w:val="00906310"/>
    <w:rsid w:val="00906341"/>
    <w:rsid w:val="00906984"/>
    <w:rsid w:val="00906AF9"/>
    <w:rsid w:val="0090718E"/>
    <w:rsid w:val="00907A0F"/>
    <w:rsid w:val="00907EAE"/>
    <w:rsid w:val="00907F5B"/>
    <w:rsid w:val="00911A3F"/>
    <w:rsid w:val="009128BF"/>
    <w:rsid w:val="00912A31"/>
    <w:rsid w:val="00912BDB"/>
    <w:rsid w:val="0091406B"/>
    <w:rsid w:val="009142BD"/>
    <w:rsid w:val="009144B1"/>
    <w:rsid w:val="00914CA5"/>
    <w:rsid w:val="009157D3"/>
    <w:rsid w:val="00915CA9"/>
    <w:rsid w:val="0091611B"/>
    <w:rsid w:val="009167CB"/>
    <w:rsid w:val="009175E3"/>
    <w:rsid w:val="009177CF"/>
    <w:rsid w:val="009207BD"/>
    <w:rsid w:val="00920A3C"/>
    <w:rsid w:val="009218A4"/>
    <w:rsid w:val="00921AA8"/>
    <w:rsid w:val="00922153"/>
    <w:rsid w:val="0092282C"/>
    <w:rsid w:val="00922BCD"/>
    <w:rsid w:val="00923045"/>
    <w:rsid w:val="009237FE"/>
    <w:rsid w:val="00923F4D"/>
    <w:rsid w:val="009246FE"/>
    <w:rsid w:val="0092474D"/>
    <w:rsid w:val="00924BDA"/>
    <w:rsid w:val="009251A9"/>
    <w:rsid w:val="009276E0"/>
    <w:rsid w:val="00927B39"/>
    <w:rsid w:val="00927CC5"/>
    <w:rsid w:val="00930553"/>
    <w:rsid w:val="00932693"/>
    <w:rsid w:val="0093642B"/>
    <w:rsid w:val="00936B06"/>
    <w:rsid w:val="00940978"/>
    <w:rsid w:val="00942348"/>
    <w:rsid w:val="00944834"/>
    <w:rsid w:val="009453B2"/>
    <w:rsid w:val="009456CD"/>
    <w:rsid w:val="009461C0"/>
    <w:rsid w:val="009465A3"/>
    <w:rsid w:val="00946C70"/>
    <w:rsid w:val="0094718A"/>
    <w:rsid w:val="00950634"/>
    <w:rsid w:val="00950DF7"/>
    <w:rsid w:val="00951154"/>
    <w:rsid w:val="009514AC"/>
    <w:rsid w:val="00951C8E"/>
    <w:rsid w:val="0095262B"/>
    <w:rsid w:val="00953137"/>
    <w:rsid w:val="009545A2"/>
    <w:rsid w:val="009545B7"/>
    <w:rsid w:val="00957874"/>
    <w:rsid w:val="00961B23"/>
    <w:rsid w:val="009621ED"/>
    <w:rsid w:val="00962616"/>
    <w:rsid w:val="009632A5"/>
    <w:rsid w:val="0096377F"/>
    <w:rsid w:val="00963A6C"/>
    <w:rsid w:val="00964893"/>
    <w:rsid w:val="00965A97"/>
    <w:rsid w:val="009660ED"/>
    <w:rsid w:val="00967BFA"/>
    <w:rsid w:val="00971F7C"/>
    <w:rsid w:val="009744A9"/>
    <w:rsid w:val="00974799"/>
    <w:rsid w:val="00974E70"/>
    <w:rsid w:val="00975231"/>
    <w:rsid w:val="00975347"/>
    <w:rsid w:val="00975965"/>
    <w:rsid w:val="009776F5"/>
    <w:rsid w:val="009778A7"/>
    <w:rsid w:val="009779FB"/>
    <w:rsid w:val="00980E30"/>
    <w:rsid w:val="009826BC"/>
    <w:rsid w:val="00982E3C"/>
    <w:rsid w:val="00983597"/>
    <w:rsid w:val="00984206"/>
    <w:rsid w:val="0098468C"/>
    <w:rsid w:val="00984E31"/>
    <w:rsid w:val="009850E4"/>
    <w:rsid w:val="009856EF"/>
    <w:rsid w:val="009859A3"/>
    <w:rsid w:val="00986296"/>
    <w:rsid w:val="009865D8"/>
    <w:rsid w:val="00986DA7"/>
    <w:rsid w:val="00986DB8"/>
    <w:rsid w:val="00987081"/>
    <w:rsid w:val="0099023D"/>
    <w:rsid w:val="009902A6"/>
    <w:rsid w:val="009904D4"/>
    <w:rsid w:val="00990C90"/>
    <w:rsid w:val="009936F3"/>
    <w:rsid w:val="00994824"/>
    <w:rsid w:val="00994F2D"/>
    <w:rsid w:val="009958D5"/>
    <w:rsid w:val="00996116"/>
    <w:rsid w:val="00996700"/>
    <w:rsid w:val="009967BE"/>
    <w:rsid w:val="00996C62"/>
    <w:rsid w:val="00997F85"/>
    <w:rsid w:val="009A1A46"/>
    <w:rsid w:val="009A1E7F"/>
    <w:rsid w:val="009A39CA"/>
    <w:rsid w:val="009A47C3"/>
    <w:rsid w:val="009A4F1C"/>
    <w:rsid w:val="009A5208"/>
    <w:rsid w:val="009A5BCC"/>
    <w:rsid w:val="009A6843"/>
    <w:rsid w:val="009A6935"/>
    <w:rsid w:val="009B0F1E"/>
    <w:rsid w:val="009B1347"/>
    <w:rsid w:val="009B1DFA"/>
    <w:rsid w:val="009B238B"/>
    <w:rsid w:val="009B61CC"/>
    <w:rsid w:val="009B68F9"/>
    <w:rsid w:val="009B6A89"/>
    <w:rsid w:val="009B6F5A"/>
    <w:rsid w:val="009C1679"/>
    <w:rsid w:val="009C3266"/>
    <w:rsid w:val="009C35BF"/>
    <w:rsid w:val="009C38DB"/>
    <w:rsid w:val="009C4CB9"/>
    <w:rsid w:val="009C60F7"/>
    <w:rsid w:val="009D0A25"/>
    <w:rsid w:val="009D0B18"/>
    <w:rsid w:val="009D1065"/>
    <w:rsid w:val="009D380A"/>
    <w:rsid w:val="009D3E06"/>
    <w:rsid w:val="009D4B20"/>
    <w:rsid w:val="009D6AD9"/>
    <w:rsid w:val="009D6B31"/>
    <w:rsid w:val="009E02D9"/>
    <w:rsid w:val="009E05BC"/>
    <w:rsid w:val="009E071B"/>
    <w:rsid w:val="009E13BE"/>
    <w:rsid w:val="009E1721"/>
    <w:rsid w:val="009E7E30"/>
    <w:rsid w:val="009F043B"/>
    <w:rsid w:val="009F0597"/>
    <w:rsid w:val="009F0B45"/>
    <w:rsid w:val="009F12D8"/>
    <w:rsid w:val="009F29E5"/>
    <w:rsid w:val="009F3A67"/>
    <w:rsid w:val="009F4101"/>
    <w:rsid w:val="009F6D3F"/>
    <w:rsid w:val="009F6D7C"/>
    <w:rsid w:val="00A010CC"/>
    <w:rsid w:val="00A03501"/>
    <w:rsid w:val="00A03ABC"/>
    <w:rsid w:val="00A04A89"/>
    <w:rsid w:val="00A04DD9"/>
    <w:rsid w:val="00A057B7"/>
    <w:rsid w:val="00A05CE6"/>
    <w:rsid w:val="00A05CFF"/>
    <w:rsid w:val="00A05E31"/>
    <w:rsid w:val="00A06D92"/>
    <w:rsid w:val="00A11C6E"/>
    <w:rsid w:val="00A1267F"/>
    <w:rsid w:val="00A12EE5"/>
    <w:rsid w:val="00A141D4"/>
    <w:rsid w:val="00A14A75"/>
    <w:rsid w:val="00A151D5"/>
    <w:rsid w:val="00A15E16"/>
    <w:rsid w:val="00A162C2"/>
    <w:rsid w:val="00A17019"/>
    <w:rsid w:val="00A17A8B"/>
    <w:rsid w:val="00A17E45"/>
    <w:rsid w:val="00A20085"/>
    <w:rsid w:val="00A2029D"/>
    <w:rsid w:val="00A20560"/>
    <w:rsid w:val="00A218D7"/>
    <w:rsid w:val="00A22769"/>
    <w:rsid w:val="00A24EF5"/>
    <w:rsid w:val="00A2539B"/>
    <w:rsid w:val="00A263EF"/>
    <w:rsid w:val="00A3069C"/>
    <w:rsid w:val="00A325DA"/>
    <w:rsid w:val="00A326BC"/>
    <w:rsid w:val="00A326ED"/>
    <w:rsid w:val="00A3374D"/>
    <w:rsid w:val="00A33BC3"/>
    <w:rsid w:val="00A33CCA"/>
    <w:rsid w:val="00A35E1F"/>
    <w:rsid w:val="00A35EF7"/>
    <w:rsid w:val="00A4104B"/>
    <w:rsid w:val="00A41896"/>
    <w:rsid w:val="00A41F03"/>
    <w:rsid w:val="00A4233D"/>
    <w:rsid w:val="00A42411"/>
    <w:rsid w:val="00A42C03"/>
    <w:rsid w:val="00A439B0"/>
    <w:rsid w:val="00A45D03"/>
    <w:rsid w:val="00A4664E"/>
    <w:rsid w:val="00A471C6"/>
    <w:rsid w:val="00A47431"/>
    <w:rsid w:val="00A47EF9"/>
    <w:rsid w:val="00A5196A"/>
    <w:rsid w:val="00A537F7"/>
    <w:rsid w:val="00A5548C"/>
    <w:rsid w:val="00A5562B"/>
    <w:rsid w:val="00A561A0"/>
    <w:rsid w:val="00A56424"/>
    <w:rsid w:val="00A60FED"/>
    <w:rsid w:val="00A61101"/>
    <w:rsid w:val="00A6221F"/>
    <w:rsid w:val="00A623EA"/>
    <w:rsid w:val="00A6246E"/>
    <w:rsid w:val="00A631E5"/>
    <w:rsid w:val="00A64639"/>
    <w:rsid w:val="00A656ED"/>
    <w:rsid w:val="00A65D24"/>
    <w:rsid w:val="00A67163"/>
    <w:rsid w:val="00A67485"/>
    <w:rsid w:val="00A67C5B"/>
    <w:rsid w:val="00A70394"/>
    <w:rsid w:val="00A704D2"/>
    <w:rsid w:val="00A70892"/>
    <w:rsid w:val="00A71D57"/>
    <w:rsid w:val="00A732C5"/>
    <w:rsid w:val="00A7362B"/>
    <w:rsid w:val="00A742A6"/>
    <w:rsid w:val="00A74B6F"/>
    <w:rsid w:val="00A74C7D"/>
    <w:rsid w:val="00A775CB"/>
    <w:rsid w:val="00A82493"/>
    <w:rsid w:val="00A8256F"/>
    <w:rsid w:val="00A82622"/>
    <w:rsid w:val="00A90CDF"/>
    <w:rsid w:val="00A90E1B"/>
    <w:rsid w:val="00A91C5B"/>
    <w:rsid w:val="00A9634A"/>
    <w:rsid w:val="00A97110"/>
    <w:rsid w:val="00AA0AFC"/>
    <w:rsid w:val="00AA2CDF"/>
    <w:rsid w:val="00AA387E"/>
    <w:rsid w:val="00AA39F6"/>
    <w:rsid w:val="00AA493C"/>
    <w:rsid w:val="00AA4D8E"/>
    <w:rsid w:val="00AA590A"/>
    <w:rsid w:val="00AA5E60"/>
    <w:rsid w:val="00AA6C09"/>
    <w:rsid w:val="00AA6F49"/>
    <w:rsid w:val="00AB3986"/>
    <w:rsid w:val="00AB3D72"/>
    <w:rsid w:val="00AB4406"/>
    <w:rsid w:val="00AB44B3"/>
    <w:rsid w:val="00AB4906"/>
    <w:rsid w:val="00AB6093"/>
    <w:rsid w:val="00AB6638"/>
    <w:rsid w:val="00AC1DED"/>
    <w:rsid w:val="00AC2161"/>
    <w:rsid w:val="00AC23B1"/>
    <w:rsid w:val="00AC2730"/>
    <w:rsid w:val="00AC4589"/>
    <w:rsid w:val="00AC4FDB"/>
    <w:rsid w:val="00AC5CD1"/>
    <w:rsid w:val="00AC6C24"/>
    <w:rsid w:val="00AD17FB"/>
    <w:rsid w:val="00AD18B5"/>
    <w:rsid w:val="00AD23AE"/>
    <w:rsid w:val="00AD3158"/>
    <w:rsid w:val="00AD489D"/>
    <w:rsid w:val="00AD608C"/>
    <w:rsid w:val="00AD6476"/>
    <w:rsid w:val="00AD691A"/>
    <w:rsid w:val="00AE0436"/>
    <w:rsid w:val="00AE0DF7"/>
    <w:rsid w:val="00AE0E70"/>
    <w:rsid w:val="00AE2127"/>
    <w:rsid w:val="00AE2600"/>
    <w:rsid w:val="00AE3A90"/>
    <w:rsid w:val="00AE439A"/>
    <w:rsid w:val="00AE4A35"/>
    <w:rsid w:val="00AE5C99"/>
    <w:rsid w:val="00AE6BDE"/>
    <w:rsid w:val="00AE6CE9"/>
    <w:rsid w:val="00AE7DCE"/>
    <w:rsid w:val="00AF0D8C"/>
    <w:rsid w:val="00AF11A1"/>
    <w:rsid w:val="00AF18E2"/>
    <w:rsid w:val="00AF263A"/>
    <w:rsid w:val="00AF2A82"/>
    <w:rsid w:val="00AF490D"/>
    <w:rsid w:val="00AF4A86"/>
    <w:rsid w:val="00AF6207"/>
    <w:rsid w:val="00AF6BFE"/>
    <w:rsid w:val="00AF6FB9"/>
    <w:rsid w:val="00AF7C83"/>
    <w:rsid w:val="00AF7D04"/>
    <w:rsid w:val="00B003E3"/>
    <w:rsid w:val="00B00721"/>
    <w:rsid w:val="00B015B0"/>
    <w:rsid w:val="00B016BE"/>
    <w:rsid w:val="00B01800"/>
    <w:rsid w:val="00B02A14"/>
    <w:rsid w:val="00B04866"/>
    <w:rsid w:val="00B05E95"/>
    <w:rsid w:val="00B06BE9"/>
    <w:rsid w:val="00B06CB6"/>
    <w:rsid w:val="00B06CE6"/>
    <w:rsid w:val="00B07471"/>
    <w:rsid w:val="00B115C5"/>
    <w:rsid w:val="00B1241B"/>
    <w:rsid w:val="00B12EDF"/>
    <w:rsid w:val="00B13581"/>
    <w:rsid w:val="00B13A9C"/>
    <w:rsid w:val="00B14E17"/>
    <w:rsid w:val="00B15C5A"/>
    <w:rsid w:val="00B15D8C"/>
    <w:rsid w:val="00B17DE8"/>
    <w:rsid w:val="00B212C3"/>
    <w:rsid w:val="00B222FF"/>
    <w:rsid w:val="00B227DD"/>
    <w:rsid w:val="00B23E4C"/>
    <w:rsid w:val="00B242E8"/>
    <w:rsid w:val="00B24C7C"/>
    <w:rsid w:val="00B24D61"/>
    <w:rsid w:val="00B252D8"/>
    <w:rsid w:val="00B25FFF"/>
    <w:rsid w:val="00B272E1"/>
    <w:rsid w:val="00B307E6"/>
    <w:rsid w:val="00B30A12"/>
    <w:rsid w:val="00B31753"/>
    <w:rsid w:val="00B33622"/>
    <w:rsid w:val="00B3437E"/>
    <w:rsid w:val="00B346B7"/>
    <w:rsid w:val="00B3543E"/>
    <w:rsid w:val="00B3567C"/>
    <w:rsid w:val="00B359F0"/>
    <w:rsid w:val="00B3616D"/>
    <w:rsid w:val="00B36BE3"/>
    <w:rsid w:val="00B36BEB"/>
    <w:rsid w:val="00B37246"/>
    <w:rsid w:val="00B37ADF"/>
    <w:rsid w:val="00B40CF8"/>
    <w:rsid w:val="00B4118A"/>
    <w:rsid w:val="00B43177"/>
    <w:rsid w:val="00B43507"/>
    <w:rsid w:val="00B454AD"/>
    <w:rsid w:val="00B46703"/>
    <w:rsid w:val="00B46D85"/>
    <w:rsid w:val="00B473AD"/>
    <w:rsid w:val="00B478E9"/>
    <w:rsid w:val="00B50109"/>
    <w:rsid w:val="00B516AD"/>
    <w:rsid w:val="00B52881"/>
    <w:rsid w:val="00B53E4F"/>
    <w:rsid w:val="00B54CD7"/>
    <w:rsid w:val="00B55039"/>
    <w:rsid w:val="00B5549D"/>
    <w:rsid w:val="00B56226"/>
    <w:rsid w:val="00B57479"/>
    <w:rsid w:val="00B57BD1"/>
    <w:rsid w:val="00B60129"/>
    <w:rsid w:val="00B61448"/>
    <w:rsid w:val="00B61EF0"/>
    <w:rsid w:val="00B623AA"/>
    <w:rsid w:val="00B631A1"/>
    <w:rsid w:val="00B652F5"/>
    <w:rsid w:val="00B666C0"/>
    <w:rsid w:val="00B66F6A"/>
    <w:rsid w:val="00B700D8"/>
    <w:rsid w:val="00B701B2"/>
    <w:rsid w:val="00B71A8E"/>
    <w:rsid w:val="00B7319D"/>
    <w:rsid w:val="00B743DE"/>
    <w:rsid w:val="00B7483A"/>
    <w:rsid w:val="00B7654F"/>
    <w:rsid w:val="00B7676C"/>
    <w:rsid w:val="00B77CD0"/>
    <w:rsid w:val="00B8024D"/>
    <w:rsid w:val="00B808FA"/>
    <w:rsid w:val="00B822D1"/>
    <w:rsid w:val="00B82A32"/>
    <w:rsid w:val="00B84186"/>
    <w:rsid w:val="00B8550C"/>
    <w:rsid w:val="00B86159"/>
    <w:rsid w:val="00B8617F"/>
    <w:rsid w:val="00B8695A"/>
    <w:rsid w:val="00B87142"/>
    <w:rsid w:val="00B9067A"/>
    <w:rsid w:val="00B915CA"/>
    <w:rsid w:val="00B92157"/>
    <w:rsid w:val="00B923F2"/>
    <w:rsid w:val="00B9262B"/>
    <w:rsid w:val="00B92B4A"/>
    <w:rsid w:val="00B92D51"/>
    <w:rsid w:val="00B92E4E"/>
    <w:rsid w:val="00B93960"/>
    <w:rsid w:val="00B93AD1"/>
    <w:rsid w:val="00B948F8"/>
    <w:rsid w:val="00B957A3"/>
    <w:rsid w:val="00B9598D"/>
    <w:rsid w:val="00B95D6C"/>
    <w:rsid w:val="00B965FA"/>
    <w:rsid w:val="00B97A8B"/>
    <w:rsid w:val="00BA058B"/>
    <w:rsid w:val="00BA0723"/>
    <w:rsid w:val="00BA0D5E"/>
    <w:rsid w:val="00BA11A6"/>
    <w:rsid w:val="00BA1307"/>
    <w:rsid w:val="00BA17DA"/>
    <w:rsid w:val="00BA1A9D"/>
    <w:rsid w:val="00BA246A"/>
    <w:rsid w:val="00BA2CAB"/>
    <w:rsid w:val="00BA2D0F"/>
    <w:rsid w:val="00BA306B"/>
    <w:rsid w:val="00BA3C76"/>
    <w:rsid w:val="00BA4359"/>
    <w:rsid w:val="00BA75C2"/>
    <w:rsid w:val="00BB0E62"/>
    <w:rsid w:val="00BB1033"/>
    <w:rsid w:val="00BB1B76"/>
    <w:rsid w:val="00BB1CF8"/>
    <w:rsid w:val="00BB1EA0"/>
    <w:rsid w:val="00BB3254"/>
    <w:rsid w:val="00BB3920"/>
    <w:rsid w:val="00BB3EDC"/>
    <w:rsid w:val="00BB3F94"/>
    <w:rsid w:val="00BB5051"/>
    <w:rsid w:val="00BB528E"/>
    <w:rsid w:val="00BB5BFE"/>
    <w:rsid w:val="00BB6C64"/>
    <w:rsid w:val="00BB77B2"/>
    <w:rsid w:val="00BB789C"/>
    <w:rsid w:val="00BC0DE2"/>
    <w:rsid w:val="00BC1463"/>
    <w:rsid w:val="00BC1E36"/>
    <w:rsid w:val="00BC2AB4"/>
    <w:rsid w:val="00BC2CE7"/>
    <w:rsid w:val="00BC2FE4"/>
    <w:rsid w:val="00BC3480"/>
    <w:rsid w:val="00BC38F3"/>
    <w:rsid w:val="00BC5E17"/>
    <w:rsid w:val="00BC5E5D"/>
    <w:rsid w:val="00BC7820"/>
    <w:rsid w:val="00BD3A63"/>
    <w:rsid w:val="00BD4EA7"/>
    <w:rsid w:val="00BD583A"/>
    <w:rsid w:val="00BD62EF"/>
    <w:rsid w:val="00BD71F2"/>
    <w:rsid w:val="00BD7C4F"/>
    <w:rsid w:val="00BE068C"/>
    <w:rsid w:val="00BE1CB8"/>
    <w:rsid w:val="00BE30C4"/>
    <w:rsid w:val="00BE3355"/>
    <w:rsid w:val="00BE3529"/>
    <w:rsid w:val="00BE3AAE"/>
    <w:rsid w:val="00BE4245"/>
    <w:rsid w:val="00BE4CBD"/>
    <w:rsid w:val="00BE4DC6"/>
    <w:rsid w:val="00BE5129"/>
    <w:rsid w:val="00BE57C8"/>
    <w:rsid w:val="00BE5DEE"/>
    <w:rsid w:val="00BF0F3E"/>
    <w:rsid w:val="00BF11AF"/>
    <w:rsid w:val="00BF1292"/>
    <w:rsid w:val="00BF18CF"/>
    <w:rsid w:val="00BF27CB"/>
    <w:rsid w:val="00BF2ECE"/>
    <w:rsid w:val="00BF3D6D"/>
    <w:rsid w:val="00BF74A6"/>
    <w:rsid w:val="00C00D4E"/>
    <w:rsid w:val="00C01E09"/>
    <w:rsid w:val="00C05612"/>
    <w:rsid w:val="00C07763"/>
    <w:rsid w:val="00C10712"/>
    <w:rsid w:val="00C114FC"/>
    <w:rsid w:val="00C11B97"/>
    <w:rsid w:val="00C12424"/>
    <w:rsid w:val="00C1256F"/>
    <w:rsid w:val="00C12675"/>
    <w:rsid w:val="00C12C26"/>
    <w:rsid w:val="00C12E31"/>
    <w:rsid w:val="00C1307C"/>
    <w:rsid w:val="00C1366A"/>
    <w:rsid w:val="00C1504A"/>
    <w:rsid w:val="00C15BDA"/>
    <w:rsid w:val="00C1671A"/>
    <w:rsid w:val="00C16B46"/>
    <w:rsid w:val="00C17DAF"/>
    <w:rsid w:val="00C2116C"/>
    <w:rsid w:val="00C213D7"/>
    <w:rsid w:val="00C23BC8"/>
    <w:rsid w:val="00C23E2A"/>
    <w:rsid w:val="00C245CD"/>
    <w:rsid w:val="00C24712"/>
    <w:rsid w:val="00C25114"/>
    <w:rsid w:val="00C25BE8"/>
    <w:rsid w:val="00C267DA"/>
    <w:rsid w:val="00C272D9"/>
    <w:rsid w:val="00C27534"/>
    <w:rsid w:val="00C2778F"/>
    <w:rsid w:val="00C27E13"/>
    <w:rsid w:val="00C30903"/>
    <w:rsid w:val="00C30B3B"/>
    <w:rsid w:val="00C3109D"/>
    <w:rsid w:val="00C330CF"/>
    <w:rsid w:val="00C33276"/>
    <w:rsid w:val="00C3397D"/>
    <w:rsid w:val="00C37223"/>
    <w:rsid w:val="00C40B4F"/>
    <w:rsid w:val="00C411B4"/>
    <w:rsid w:val="00C41A4C"/>
    <w:rsid w:val="00C43201"/>
    <w:rsid w:val="00C4324E"/>
    <w:rsid w:val="00C44197"/>
    <w:rsid w:val="00C44B52"/>
    <w:rsid w:val="00C45094"/>
    <w:rsid w:val="00C45192"/>
    <w:rsid w:val="00C456EB"/>
    <w:rsid w:val="00C4631F"/>
    <w:rsid w:val="00C4701E"/>
    <w:rsid w:val="00C50F91"/>
    <w:rsid w:val="00C5131F"/>
    <w:rsid w:val="00C51DEC"/>
    <w:rsid w:val="00C531CE"/>
    <w:rsid w:val="00C53A0B"/>
    <w:rsid w:val="00C540A6"/>
    <w:rsid w:val="00C55594"/>
    <w:rsid w:val="00C555B9"/>
    <w:rsid w:val="00C56122"/>
    <w:rsid w:val="00C572FE"/>
    <w:rsid w:val="00C57F60"/>
    <w:rsid w:val="00C62EE2"/>
    <w:rsid w:val="00C639C9"/>
    <w:rsid w:val="00C6475F"/>
    <w:rsid w:val="00C64DC5"/>
    <w:rsid w:val="00C65A21"/>
    <w:rsid w:val="00C668C0"/>
    <w:rsid w:val="00C66BFC"/>
    <w:rsid w:val="00C66CE8"/>
    <w:rsid w:val="00C70B94"/>
    <w:rsid w:val="00C711E5"/>
    <w:rsid w:val="00C7166B"/>
    <w:rsid w:val="00C7193F"/>
    <w:rsid w:val="00C71D86"/>
    <w:rsid w:val="00C72719"/>
    <w:rsid w:val="00C728D7"/>
    <w:rsid w:val="00C73D44"/>
    <w:rsid w:val="00C74F57"/>
    <w:rsid w:val="00C76411"/>
    <w:rsid w:val="00C773EC"/>
    <w:rsid w:val="00C8094B"/>
    <w:rsid w:val="00C80AA4"/>
    <w:rsid w:val="00C82484"/>
    <w:rsid w:val="00C82B1A"/>
    <w:rsid w:val="00C82BBA"/>
    <w:rsid w:val="00C832B1"/>
    <w:rsid w:val="00C833C4"/>
    <w:rsid w:val="00C836A6"/>
    <w:rsid w:val="00C83C26"/>
    <w:rsid w:val="00C84F15"/>
    <w:rsid w:val="00C8521C"/>
    <w:rsid w:val="00C86A77"/>
    <w:rsid w:val="00C87AEE"/>
    <w:rsid w:val="00C907E5"/>
    <w:rsid w:val="00C90EEA"/>
    <w:rsid w:val="00C90FA6"/>
    <w:rsid w:val="00C922C7"/>
    <w:rsid w:val="00C924B1"/>
    <w:rsid w:val="00C9319F"/>
    <w:rsid w:val="00C93438"/>
    <w:rsid w:val="00C94AC1"/>
    <w:rsid w:val="00C954EB"/>
    <w:rsid w:val="00C9577F"/>
    <w:rsid w:val="00C957A4"/>
    <w:rsid w:val="00C957D8"/>
    <w:rsid w:val="00C95AAC"/>
    <w:rsid w:val="00C96802"/>
    <w:rsid w:val="00C96989"/>
    <w:rsid w:val="00C96AD3"/>
    <w:rsid w:val="00C97901"/>
    <w:rsid w:val="00CA1D23"/>
    <w:rsid w:val="00CA1FE1"/>
    <w:rsid w:val="00CA2F68"/>
    <w:rsid w:val="00CA3174"/>
    <w:rsid w:val="00CA366E"/>
    <w:rsid w:val="00CA494D"/>
    <w:rsid w:val="00CA6F8C"/>
    <w:rsid w:val="00CB0BF2"/>
    <w:rsid w:val="00CB2779"/>
    <w:rsid w:val="00CB2929"/>
    <w:rsid w:val="00CB44C6"/>
    <w:rsid w:val="00CB4889"/>
    <w:rsid w:val="00CB4954"/>
    <w:rsid w:val="00CB4F0B"/>
    <w:rsid w:val="00CB5123"/>
    <w:rsid w:val="00CB57F8"/>
    <w:rsid w:val="00CB5CC3"/>
    <w:rsid w:val="00CB5E23"/>
    <w:rsid w:val="00CB682C"/>
    <w:rsid w:val="00CB76BF"/>
    <w:rsid w:val="00CC07AD"/>
    <w:rsid w:val="00CC2142"/>
    <w:rsid w:val="00CC393F"/>
    <w:rsid w:val="00CC48C4"/>
    <w:rsid w:val="00CC5301"/>
    <w:rsid w:val="00CC6D0D"/>
    <w:rsid w:val="00CC7004"/>
    <w:rsid w:val="00CC79E4"/>
    <w:rsid w:val="00CC7FC8"/>
    <w:rsid w:val="00CD0547"/>
    <w:rsid w:val="00CD126A"/>
    <w:rsid w:val="00CD1767"/>
    <w:rsid w:val="00CD21B7"/>
    <w:rsid w:val="00CD2249"/>
    <w:rsid w:val="00CD2B32"/>
    <w:rsid w:val="00CD2D03"/>
    <w:rsid w:val="00CD3086"/>
    <w:rsid w:val="00CD3178"/>
    <w:rsid w:val="00CD32FF"/>
    <w:rsid w:val="00CD3549"/>
    <w:rsid w:val="00CD36E8"/>
    <w:rsid w:val="00CD3A91"/>
    <w:rsid w:val="00CD5512"/>
    <w:rsid w:val="00CD56D5"/>
    <w:rsid w:val="00CD6DCF"/>
    <w:rsid w:val="00CD7713"/>
    <w:rsid w:val="00CE4AD7"/>
    <w:rsid w:val="00CE5AEE"/>
    <w:rsid w:val="00CE5BC6"/>
    <w:rsid w:val="00CE6754"/>
    <w:rsid w:val="00CE69B8"/>
    <w:rsid w:val="00CE6FB6"/>
    <w:rsid w:val="00CE778D"/>
    <w:rsid w:val="00CF0534"/>
    <w:rsid w:val="00CF0882"/>
    <w:rsid w:val="00CF0C52"/>
    <w:rsid w:val="00CF1199"/>
    <w:rsid w:val="00CF11D7"/>
    <w:rsid w:val="00CF1662"/>
    <w:rsid w:val="00CF3192"/>
    <w:rsid w:val="00CF4AB3"/>
    <w:rsid w:val="00CF5237"/>
    <w:rsid w:val="00CF5D04"/>
    <w:rsid w:val="00CF65CD"/>
    <w:rsid w:val="00CF6AD6"/>
    <w:rsid w:val="00CF70EB"/>
    <w:rsid w:val="00CF78C8"/>
    <w:rsid w:val="00D009B2"/>
    <w:rsid w:val="00D024D4"/>
    <w:rsid w:val="00D02576"/>
    <w:rsid w:val="00D0276A"/>
    <w:rsid w:val="00D02A61"/>
    <w:rsid w:val="00D02E9F"/>
    <w:rsid w:val="00D048E6"/>
    <w:rsid w:val="00D048F4"/>
    <w:rsid w:val="00D04C1C"/>
    <w:rsid w:val="00D05028"/>
    <w:rsid w:val="00D056AC"/>
    <w:rsid w:val="00D059FD"/>
    <w:rsid w:val="00D06AE2"/>
    <w:rsid w:val="00D07557"/>
    <w:rsid w:val="00D1020B"/>
    <w:rsid w:val="00D12733"/>
    <w:rsid w:val="00D14358"/>
    <w:rsid w:val="00D149CA"/>
    <w:rsid w:val="00D16981"/>
    <w:rsid w:val="00D2036E"/>
    <w:rsid w:val="00D20824"/>
    <w:rsid w:val="00D20CCC"/>
    <w:rsid w:val="00D20D73"/>
    <w:rsid w:val="00D214BA"/>
    <w:rsid w:val="00D21B6A"/>
    <w:rsid w:val="00D22B69"/>
    <w:rsid w:val="00D23E36"/>
    <w:rsid w:val="00D2442F"/>
    <w:rsid w:val="00D248F7"/>
    <w:rsid w:val="00D24923"/>
    <w:rsid w:val="00D2533D"/>
    <w:rsid w:val="00D26449"/>
    <w:rsid w:val="00D26A31"/>
    <w:rsid w:val="00D2756E"/>
    <w:rsid w:val="00D27B02"/>
    <w:rsid w:val="00D301AC"/>
    <w:rsid w:val="00D306FD"/>
    <w:rsid w:val="00D31F58"/>
    <w:rsid w:val="00D3201B"/>
    <w:rsid w:val="00D339E7"/>
    <w:rsid w:val="00D33B4F"/>
    <w:rsid w:val="00D37A5F"/>
    <w:rsid w:val="00D37DCF"/>
    <w:rsid w:val="00D4045E"/>
    <w:rsid w:val="00D41FAA"/>
    <w:rsid w:val="00D42078"/>
    <w:rsid w:val="00D42A73"/>
    <w:rsid w:val="00D42D06"/>
    <w:rsid w:val="00D4318A"/>
    <w:rsid w:val="00D43C49"/>
    <w:rsid w:val="00D43EFE"/>
    <w:rsid w:val="00D44ADE"/>
    <w:rsid w:val="00D44E5D"/>
    <w:rsid w:val="00D45ED3"/>
    <w:rsid w:val="00D46F69"/>
    <w:rsid w:val="00D47182"/>
    <w:rsid w:val="00D47A80"/>
    <w:rsid w:val="00D50B81"/>
    <w:rsid w:val="00D513CB"/>
    <w:rsid w:val="00D51487"/>
    <w:rsid w:val="00D518EB"/>
    <w:rsid w:val="00D53522"/>
    <w:rsid w:val="00D55E77"/>
    <w:rsid w:val="00D55EFC"/>
    <w:rsid w:val="00D575F0"/>
    <w:rsid w:val="00D60568"/>
    <w:rsid w:val="00D60903"/>
    <w:rsid w:val="00D61414"/>
    <w:rsid w:val="00D617D1"/>
    <w:rsid w:val="00D61D79"/>
    <w:rsid w:val="00D642E0"/>
    <w:rsid w:val="00D64F11"/>
    <w:rsid w:val="00D6655C"/>
    <w:rsid w:val="00D66C65"/>
    <w:rsid w:val="00D67733"/>
    <w:rsid w:val="00D70405"/>
    <w:rsid w:val="00D7069E"/>
    <w:rsid w:val="00D71081"/>
    <w:rsid w:val="00D724DB"/>
    <w:rsid w:val="00D72B9A"/>
    <w:rsid w:val="00D73749"/>
    <w:rsid w:val="00D739A2"/>
    <w:rsid w:val="00D73AC2"/>
    <w:rsid w:val="00D7448A"/>
    <w:rsid w:val="00D7457F"/>
    <w:rsid w:val="00D76045"/>
    <w:rsid w:val="00D76322"/>
    <w:rsid w:val="00D76602"/>
    <w:rsid w:val="00D766A4"/>
    <w:rsid w:val="00D76790"/>
    <w:rsid w:val="00D76E2C"/>
    <w:rsid w:val="00D77155"/>
    <w:rsid w:val="00D7771A"/>
    <w:rsid w:val="00D77EB1"/>
    <w:rsid w:val="00D801D7"/>
    <w:rsid w:val="00D80D3D"/>
    <w:rsid w:val="00D81146"/>
    <w:rsid w:val="00D81AA1"/>
    <w:rsid w:val="00D828DA"/>
    <w:rsid w:val="00D83895"/>
    <w:rsid w:val="00D83FE9"/>
    <w:rsid w:val="00D8610A"/>
    <w:rsid w:val="00D8767D"/>
    <w:rsid w:val="00D8775A"/>
    <w:rsid w:val="00D87DE8"/>
    <w:rsid w:val="00D90905"/>
    <w:rsid w:val="00D90C9E"/>
    <w:rsid w:val="00D923C0"/>
    <w:rsid w:val="00D9267B"/>
    <w:rsid w:val="00D92E18"/>
    <w:rsid w:val="00D93742"/>
    <w:rsid w:val="00D937A7"/>
    <w:rsid w:val="00D948C7"/>
    <w:rsid w:val="00D94A35"/>
    <w:rsid w:val="00D94C86"/>
    <w:rsid w:val="00D94CF7"/>
    <w:rsid w:val="00D95D76"/>
    <w:rsid w:val="00D95F99"/>
    <w:rsid w:val="00DA21F3"/>
    <w:rsid w:val="00DA2944"/>
    <w:rsid w:val="00DA39DE"/>
    <w:rsid w:val="00DA3D53"/>
    <w:rsid w:val="00DA4711"/>
    <w:rsid w:val="00DA55EF"/>
    <w:rsid w:val="00DA66E7"/>
    <w:rsid w:val="00DA698E"/>
    <w:rsid w:val="00DA744C"/>
    <w:rsid w:val="00DA7AA4"/>
    <w:rsid w:val="00DA7B7F"/>
    <w:rsid w:val="00DA7BD2"/>
    <w:rsid w:val="00DB1A5F"/>
    <w:rsid w:val="00DB1DBF"/>
    <w:rsid w:val="00DB2EFD"/>
    <w:rsid w:val="00DB4E44"/>
    <w:rsid w:val="00DB5D5E"/>
    <w:rsid w:val="00DB6687"/>
    <w:rsid w:val="00DB76E1"/>
    <w:rsid w:val="00DB78EC"/>
    <w:rsid w:val="00DC0444"/>
    <w:rsid w:val="00DC068D"/>
    <w:rsid w:val="00DC0BD7"/>
    <w:rsid w:val="00DC1EDD"/>
    <w:rsid w:val="00DC259F"/>
    <w:rsid w:val="00DC2E12"/>
    <w:rsid w:val="00DC4E16"/>
    <w:rsid w:val="00DC5EB5"/>
    <w:rsid w:val="00DC64DA"/>
    <w:rsid w:val="00DC65C1"/>
    <w:rsid w:val="00DC7B2E"/>
    <w:rsid w:val="00DD2BA5"/>
    <w:rsid w:val="00DD33CA"/>
    <w:rsid w:val="00DD6577"/>
    <w:rsid w:val="00DD790D"/>
    <w:rsid w:val="00DE39A4"/>
    <w:rsid w:val="00DE4BAF"/>
    <w:rsid w:val="00DE66D9"/>
    <w:rsid w:val="00DE6BD4"/>
    <w:rsid w:val="00DE78AA"/>
    <w:rsid w:val="00DF0F46"/>
    <w:rsid w:val="00DF3743"/>
    <w:rsid w:val="00DF3B77"/>
    <w:rsid w:val="00DF5625"/>
    <w:rsid w:val="00E01660"/>
    <w:rsid w:val="00E01A35"/>
    <w:rsid w:val="00E01A57"/>
    <w:rsid w:val="00E02DAF"/>
    <w:rsid w:val="00E02F39"/>
    <w:rsid w:val="00E043C1"/>
    <w:rsid w:val="00E04839"/>
    <w:rsid w:val="00E0514B"/>
    <w:rsid w:val="00E05813"/>
    <w:rsid w:val="00E06488"/>
    <w:rsid w:val="00E070C2"/>
    <w:rsid w:val="00E07E91"/>
    <w:rsid w:val="00E10419"/>
    <w:rsid w:val="00E10A4E"/>
    <w:rsid w:val="00E10C26"/>
    <w:rsid w:val="00E10D8F"/>
    <w:rsid w:val="00E16089"/>
    <w:rsid w:val="00E1698A"/>
    <w:rsid w:val="00E1714F"/>
    <w:rsid w:val="00E173E2"/>
    <w:rsid w:val="00E20BD8"/>
    <w:rsid w:val="00E24C58"/>
    <w:rsid w:val="00E2596B"/>
    <w:rsid w:val="00E25D9A"/>
    <w:rsid w:val="00E3054A"/>
    <w:rsid w:val="00E31027"/>
    <w:rsid w:val="00E31575"/>
    <w:rsid w:val="00E32B23"/>
    <w:rsid w:val="00E3413E"/>
    <w:rsid w:val="00E3531E"/>
    <w:rsid w:val="00E35C38"/>
    <w:rsid w:val="00E35C88"/>
    <w:rsid w:val="00E3614D"/>
    <w:rsid w:val="00E36443"/>
    <w:rsid w:val="00E367A2"/>
    <w:rsid w:val="00E371B1"/>
    <w:rsid w:val="00E374AC"/>
    <w:rsid w:val="00E37B0D"/>
    <w:rsid w:val="00E37B25"/>
    <w:rsid w:val="00E37B28"/>
    <w:rsid w:val="00E37BBC"/>
    <w:rsid w:val="00E417C7"/>
    <w:rsid w:val="00E4203C"/>
    <w:rsid w:val="00E430E2"/>
    <w:rsid w:val="00E4431B"/>
    <w:rsid w:val="00E4492B"/>
    <w:rsid w:val="00E45F99"/>
    <w:rsid w:val="00E50AA2"/>
    <w:rsid w:val="00E50C52"/>
    <w:rsid w:val="00E52906"/>
    <w:rsid w:val="00E52C56"/>
    <w:rsid w:val="00E5346E"/>
    <w:rsid w:val="00E53736"/>
    <w:rsid w:val="00E53FB4"/>
    <w:rsid w:val="00E546B9"/>
    <w:rsid w:val="00E551C4"/>
    <w:rsid w:val="00E56203"/>
    <w:rsid w:val="00E57428"/>
    <w:rsid w:val="00E57E5C"/>
    <w:rsid w:val="00E60406"/>
    <w:rsid w:val="00E60ECB"/>
    <w:rsid w:val="00E6349C"/>
    <w:rsid w:val="00E63F28"/>
    <w:rsid w:val="00E66541"/>
    <w:rsid w:val="00E67062"/>
    <w:rsid w:val="00E707A8"/>
    <w:rsid w:val="00E7089F"/>
    <w:rsid w:val="00E71653"/>
    <w:rsid w:val="00E722D2"/>
    <w:rsid w:val="00E724E4"/>
    <w:rsid w:val="00E724F0"/>
    <w:rsid w:val="00E72BA5"/>
    <w:rsid w:val="00E7464B"/>
    <w:rsid w:val="00E74AEC"/>
    <w:rsid w:val="00E7606D"/>
    <w:rsid w:val="00E800A2"/>
    <w:rsid w:val="00E8029B"/>
    <w:rsid w:val="00E814D7"/>
    <w:rsid w:val="00E81F41"/>
    <w:rsid w:val="00E82150"/>
    <w:rsid w:val="00E82436"/>
    <w:rsid w:val="00E827D9"/>
    <w:rsid w:val="00E8293D"/>
    <w:rsid w:val="00E842C7"/>
    <w:rsid w:val="00E85D9B"/>
    <w:rsid w:val="00E85EFE"/>
    <w:rsid w:val="00E86493"/>
    <w:rsid w:val="00E86F23"/>
    <w:rsid w:val="00E86FC4"/>
    <w:rsid w:val="00E87B9A"/>
    <w:rsid w:val="00E90CBD"/>
    <w:rsid w:val="00E90E04"/>
    <w:rsid w:val="00E93157"/>
    <w:rsid w:val="00E936E2"/>
    <w:rsid w:val="00E93CC5"/>
    <w:rsid w:val="00E95876"/>
    <w:rsid w:val="00E95D92"/>
    <w:rsid w:val="00E97777"/>
    <w:rsid w:val="00E97E84"/>
    <w:rsid w:val="00EA02A7"/>
    <w:rsid w:val="00EA274A"/>
    <w:rsid w:val="00EA419D"/>
    <w:rsid w:val="00EA4726"/>
    <w:rsid w:val="00EA4BBE"/>
    <w:rsid w:val="00EA4FAC"/>
    <w:rsid w:val="00EA5287"/>
    <w:rsid w:val="00EA54E3"/>
    <w:rsid w:val="00EA6CA6"/>
    <w:rsid w:val="00EA6F1F"/>
    <w:rsid w:val="00EB004D"/>
    <w:rsid w:val="00EB0DB2"/>
    <w:rsid w:val="00EB0F8A"/>
    <w:rsid w:val="00EB3DF0"/>
    <w:rsid w:val="00EB44B5"/>
    <w:rsid w:val="00EB4847"/>
    <w:rsid w:val="00EB4C4D"/>
    <w:rsid w:val="00EB64BE"/>
    <w:rsid w:val="00EB650B"/>
    <w:rsid w:val="00EB73C8"/>
    <w:rsid w:val="00EC0288"/>
    <w:rsid w:val="00EC068C"/>
    <w:rsid w:val="00EC122F"/>
    <w:rsid w:val="00EC27A3"/>
    <w:rsid w:val="00EC3890"/>
    <w:rsid w:val="00EC406F"/>
    <w:rsid w:val="00EC476B"/>
    <w:rsid w:val="00EC6099"/>
    <w:rsid w:val="00EC6ADD"/>
    <w:rsid w:val="00EC767F"/>
    <w:rsid w:val="00ED0F4F"/>
    <w:rsid w:val="00ED2F66"/>
    <w:rsid w:val="00ED3972"/>
    <w:rsid w:val="00ED3FC3"/>
    <w:rsid w:val="00ED43C2"/>
    <w:rsid w:val="00ED74EB"/>
    <w:rsid w:val="00ED7B54"/>
    <w:rsid w:val="00EE0F30"/>
    <w:rsid w:val="00EE1669"/>
    <w:rsid w:val="00EE2AEC"/>
    <w:rsid w:val="00EE4380"/>
    <w:rsid w:val="00EE5A12"/>
    <w:rsid w:val="00EE696C"/>
    <w:rsid w:val="00EE6EBA"/>
    <w:rsid w:val="00EE70CE"/>
    <w:rsid w:val="00EF04A0"/>
    <w:rsid w:val="00EF19F1"/>
    <w:rsid w:val="00EF2006"/>
    <w:rsid w:val="00EF396F"/>
    <w:rsid w:val="00EF40EA"/>
    <w:rsid w:val="00EF52DA"/>
    <w:rsid w:val="00EF52F5"/>
    <w:rsid w:val="00EF5314"/>
    <w:rsid w:val="00EF7460"/>
    <w:rsid w:val="00EF7F45"/>
    <w:rsid w:val="00F00D6A"/>
    <w:rsid w:val="00F01181"/>
    <w:rsid w:val="00F011C7"/>
    <w:rsid w:val="00F01AD6"/>
    <w:rsid w:val="00F01B92"/>
    <w:rsid w:val="00F02CDF"/>
    <w:rsid w:val="00F02EF1"/>
    <w:rsid w:val="00F04FA7"/>
    <w:rsid w:val="00F052F5"/>
    <w:rsid w:val="00F05D4D"/>
    <w:rsid w:val="00F05E83"/>
    <w:rsid w:val="00F0636C"/>
    <w:rsid w:val="00F10E38"/>
    <w:rsid w:val="00F11A9D"/>
    <w:rsid w:val="00F12009"/>
    <w:rsid w:val="00F12112"/>
    <w:rsid w:val="00F12232"/>
    <w:rsid w:val="00F14210"/>
    <w:rsid w:val="00F14EAE"/>
    <w:rsid w:val="00F1516C"/>
    <w:rsid w:val="00F1553F"/>
    <w:rsid w:val="00F15748"/>
    <w:rsid w:val="00F16B90"/>
    <w:rsid w:val="00F1721C"/>
    <w:rsid w:val="00F17BF1"/>
    <w:rsid w:val="00F20087"/>
    <w:rsid w:val="00F21BB2"/>
    <w:rsid w:val="00F21E2C"/>
    <w:rsid w:val="00F223FB"/>
    <w:rsid w:val="00F2246B"/>
    <w:rsid w:val="00F22592"/>
    <w:rsid w:val="00F22BBD"/>
    <w:rsid w:val="00F23B00"/>
    <w:rsid w:val="00F23B4E"/>
    <w:rsid w:val="00F25B79"/>
    <w:rsid w:val="00F25E1F"/>
    <w:rsid w:val="00F26006"/>
    <w:rsid w:val="00F27272"/>
    <w:rsid w:val="00F27A34"/>
    <w:rsid w:val="00F27C56"/>
    <w:rsid w:val="00F30076"/>
    <w:rsid w:val="00F30768"/>
    <w:rsid w:val="00F30D7C"/>
    <w:rsid w:val="00F325A8"/>
    <w:rsid w:val="00F3295D"/>
    <w:rsid w:val="00F372EA"/>
    <w:rsid w:val="00F40634"/>
    <w:rsid w:val="00F407AB"/>
    <w:rsid w:val="00F407D1"/>
    <w:rsid w:val="00F41017"/>
    <w:rsid w:val="00F42271"/>
    <w:rsid w:val="00F423A6"/>
    <w:rsid w:val="00F429F0"/>
    <w:rsid w:val="00F436B4"/>
    <w:rsid w:val="00F44180"/>
    <w:rsid w:val="00F4614C"/>
    <w:rsid w:val="00F46985"/>
    <w:rsid w:val="00F46BCB"/>
    <w:rsid w:val="00F46C15"/>
    <w:rsid w:val="00F51CBB"/>
    <w:rsid w:val="00F52DAF"/>
    <w:rsid w:val="00F54CCD"/>
    <w:rsid w:val="00F55060"/>
    <w:rsid w:val="00F56909"/>
    <w:rsid w:val="00F57202"/>
    <w:rsid w:val="00F575AE"/>
    <w:rsid w:val="00F601E5"/>
    <w:rsid w:val="00F60FFB"/>
    <w:rsid w:val="00F615D6"/>
    <w:rsid w:val="00F62126"/>
    <w:rsid w:val="00F6238C"/>
    <w:rsid w:val="00F62626"/>
    <w:rsid w:val="00F660E1"/>
    <w:rsid w:val="00F667EA"/>
    <w:rsid w:val="00F66FEC"/>
    <w:rsid w:val="00F671D3"/>
    <w:rsid w:val="00F67A90"/>
    <w:rsid w:val="00F703D4"/>
    <w:rsid w:val="00F705D2"/>
    <w:rsid w:val="00F70B60"/>
    <w:rsid w:val="00F7292C"/>
    <w:rsid w:val="00F72F83"/>
    <w:rsid w:val="00F73AC8"/>
    <w:rsid w:val="00F75497"/>
    <w:rsid w:val="00F771AE"/>
    <w:rsid w:val="00F7739A"/>
    <w:rsid w:val="00F7754F"/>
    <w:rsid w:val="00F77F1A"/>
    <w:rsid w:val="00F81253"/>
    <w:rsid w:val="00F81625"/>
    <w:rsid w:val="00F81B9A"/>
    <w:rsid w:val="00F8231B"/>
    <w:rsid w:val="00F83329"/>
    <w:rsid w:val="00F83B2A"/>
    <w:rsid w:val="00F8524D"/>
    <w:rsid w:val="00F868F7"/>
    <w:rsid w:val="00F87109"/>
    <w:rsid w:val="00F87606"/>
    <w:rsid w:val="00F91093"/>
    <w:rsid w:val="00F92721"/>
    <w:rsid w:val="00F93275"/>
    <w:rsid w:val="00F93525"/>
    <w:rsid w:val="00F93AA7"/>
    <w:rsid w:val="00F93EC6"/>
    <w:rsid w:val="00F94B4C"/>
    <w:rsid w:val="00F959AD"/>
    <w:rsid w:val="00F95EE1"/>
    <w:rsid w:val="00F9616D"/>
    <w:rsid w:val="00F9668F"/>
    <w:rsid w:val="00F978BD"/>
    <w:rsid w:val="00F97F25"/>
    <w:rsid w:val="00FA16D3"/>
    <w:rsid w:val="00FA1A35"/>
    <w:rsid w:val="00FA2B46"/>
    <w:rsid w:val="00FA487C"/>
    <w:rsid w:val="00FA4B67"/>
    <w:rsid w:val="00FA4F9D"/>
    <w:rsid w:val="00FA52C0"/>
    <w:rsid w:val="00FA55BD"/>
    <w:rsid w:val="00FA5E33"/>
    <w:rsid w:val="00FA79F9"/>
    <w:rsid w:val="00FB0517"/>
    <w:rsid w:val="00FB06D3"/>
    <w:rsid w:val="00FB0DA3"/>
    <w:rsid w:val="00FB1C2A"/>
    <w:rsid w:val="00FB2026"/>
    <w:rsid w:val="00FB3611"/>
    <w:rsid w:val="00FB4BC2"/>
    <w:rsid w:val="00FB6F07"/>
    <w:rsid w:val="00FB78A0"/>
    <w:rsid w:val="00FC11A6"/>
    <w:rsid w:val="00FC13E5"/>
    <w:rsid w:val="00FC206E"/>
    <w:rsid w:val="00FC2764"/>
    <w:rsid w:val="00FC289C"/>
    <w:rsid w:val="00FC2BA8"/>
    <w:rsid w:val="00FC34B7"/>
    <w:rsid w:val="00FC6702"/>
    <w:rsid w:val="00FC741C"/>
    <w:rsid w:val="00FD3DF6"/>
    <w:rsid w:val="00FD4058"/>
    <w:rsid w:val="00FD522C"/>
    <w:rsid w:val="00FD524D"/>
    <w:rsid w:val="00FD77AD"/>
    <w:rsid w:val="00FE0003"/>
    <w:rsid w:val="00FE02F9"/>
    <w:rsid w:val="00FE256F"/>
    <w:rsid w:val="00FE2F29"/>
    <w:rsid w:val="00FE3F8E"/>
    <w:rsid w:val="00FE4614"/>
    <w:rsid w:val="00FE46B9"/>
    <w:rsid w:val="00FE49E4"/>
    <w:rsid w:val="00FE49F6"/>
    <w:rsid w:val="00FE5BFA"/>
    <w:rsid w:val="00FE65FD"/>
    <w:rsid w:val="00FE675B"/>
    <w:rsid w:val="00FE72C6"/>
    <w:rsid w:val="00FE7A4A"/>
    <w:rsid w:val="00FE7B19"/>
    <w:rsid w:val="00FF0F2D"/>
    <w:rsid w:val="00FF1882"/>
    <w:rsid w:val="00FF3C72"/>
    <w:rsid w:val="00FF4145"/>
    <w:rsid w:val="00FF43B0"/>
    <w:rsid w:val="00FF4A09"/>
    <w:rsid w:val="00FF4D80"/>
    <w:rsid w:val="00FF5C9B"/>
    <w:rsid w:val="00FF5E98"/>
    <w:rsid w:val="00FF65DC"/>
    <w:rsid w:val="00FF6686"/>
    <w:rsid w:val="00FF74B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081"/>
    <w:pPr>
      <w:spacing w:after="200" w:line="276" w:lineRule="auto"/>
    </w:pPr>
    <w:rPr>
      <w:rFonts w:ascii="Calibri" w:hAnsi="Calibri" w:cs="Mangal"/>
      <w:sz w:val="22"/>
    </w:rPr>
  </w:style>
  <w:style w:type="paragraph" w:styleId="Heading1">
    <w:name w:val="heading 1"/>
    <w:basedOn w:val="Normal"/>
    <w:next w:val="Normal"/>
    <w:link w:val="Heading1Char"/>
    <w:qFormat/>
    <w:rsid w:val="00070B0A"/>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qFormat/>
    <w:rsid w:val="00541550"/>
    <w:pPr>
      <w:keepNext/>
      <w:spacing w:after="0" w:line="240" w:lineRule="auto"/>
      <w:outlineLvl w:val="1"/>
    </w:pPr>
    <w:rPr>
      <w:rFonts w:ascii="Verdana" w:hAnsi="Verdana" w:cs="Times New Roman"/>
      <w:b/>
      <w:sz w:val="24"/>
      <w:szCs w:val="24"/>
      <w:lang w:bidi="ar-SA"/>
    </w:rPr>
  </w:style>
  <w:style w:type="paragraph" w:styleId="Heading3">
    <w:name w:val="heading 3"/>
    <w:basedOn w:val="Normal"/>
    <w:next w:val="Normal"/>
    <w:link w:val="Heading3Char"/>
    <w:qFormat/>
    <w:rsid w:val="00541550"/>
    <w:pPr>
      <w:keepNext/>
      <w:spacing w:after="0" w:line="240" w:lineRule="auto"/>
      <w:jc w:val="both"/>
      <w:outlineLvl w:val="2"/>
    </w:pPr>
    <w:rPr>
      <w:rFonts w:ascii="Verdana" w:hAnsi="Verdana" w:cs="Times New Roman"/>
      <w:b/>
      <w:sz w:val="24"/>
      <w:szCs w:val="24"/>
      <w:lang w:bidi="ar-SA"/>
    </w:rPr>
  </w:style>
  <w:style w:type="paragraph" w:styleId="Heading6">
    <w:name w:val="heading 6"/>
    <w:basedOn w:val="Normal"/>
    <w:next w:val="Normal"/>
    <w:link w:val="Heading6Char"/>
    <w:semiHidden/>
    <w:unhideWhenUsed/>
    <w:qFormat/>
    <w:rsid w:val="00E8649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1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0636C"/>
    <w:pPr>
      <w:tabs>
        <w:tab w:val="center" w:pos="4320"/>
        <w:tab w:val="right" w:pos="8640"/>
      </w:tabs>
      <w:spacing w:after="0" w:line="240" w:lineRule="auto"/>
    </w:pPr>
    <w:rPr>
      <w:rFonts w:ascii="Times New Roman" w:hAnsi="Times New Roman" w:cs="Times New Roman"/>
      <w:sz w:val="24"/>
      <w:szCs w:val="24"/>
      <w:lang w:bidi="ar-SA"/>
    </w:rPr>
  </w:style>
  <w:style w:type="paragraph" w:styleId="Footer">
    <w:name w:val="footer"/>
    <w:basedOn w:val="Normal"/>
    <w:link w:val="FooterChar"/>
    <w:uiPriority w:val="99"/>
    <w:rsid w:val="00F0636C"/>
    <w:pPr>
      <w:tabs>
        <w:tab w:val="center" w:pos="4320"/>
        <w:tab w:val="right" w:pos="8640"/>
      </w:tabs>
      <w:spacing w:after="0" w:line="240" w:lineRule="auto"/>
    </w:pPr>
    <w:rPr>
      <w:rFonts w:ascii="Times New Roman" w:hAnsi="Times New Roman" w:cs="Times New Roman"/>
      <w:sz w:val="24"/>
      <w:szCs w:val="24"/>
      <w:lang w:bidi="ar-SA"/>
    </w:rPr>
  </w:style>
  <w:style w:type="paragraph" w:styleId="DocumentMap">
    <w:name w:val="Document Map"/>
    <w:basedOn w:val="Normal"/>
    <w:semiHidden/>
    <w:rsid w:val="00203DD0"/>
    <w:pPr>
      <w:shd w:val="clear" w:color="auto" w:fill="000080"/>
      <w:spacing w:after="0" w:line="240" w:lineRule="auto"/>
    </w:pPr>
    <w:rPr>
      <w:rFonts w:ascii="Tahoma" w:hAnsi="Tahoma" w:cs="Tahoma"/>
      <w:sz w:val="24"/>
      <w:szCs w:val="24"/>
      <w:lang w:bidi="ar-SA"/>
    </w:rPr>
  </w:style>
  <w:style w:type="paragraph" w:styleId="BalloonText">
    <w:name w:val="Balloon Text"/>
    <w:basedOn w:val="Normal"/>
    <w:semiHidden/>
    <w:rsid w:val="000B116E"/>
    <w:pPr>
      <w:spacing w:after="0" w:line="240" w:lineRule="auto"/>
    </w:pPr>
    <w:rPr>
      <w:rFonts w:ascii="Tahoma" w:hAnsi="Tahoma" w:cs="Tahoma"/>
      <w:sz w:val="16"/>
      <w:szCs w:val="16"/>
      <w:lang w:bidi="ar-SA"/>
    </w:rPr>
  </w:style>
  <w:style w:type="paragraph" w:styleId="ListParagraph">
    <w:name w:val="List Paragraph"/>
    <w:basedOn w:val="Normal"/>
    <w:uiPriority w:val="34"/>
    <w:qFormat/>
    <w:rsid w:val="00ED0F4F"/>
    <w:pPr>
      <w:spacing w:after="0" w:line="240" w:lineRule="auto"/>
      <w:ind w:left="720"/>
      <w:contextualSpacing/>
    </w:pPr>
    <w:rPr>
      <w:rFonts w:ascii="Times New Roman" w:hAnsi="Times New Roman" w:cs="Times New Roman"/>
      <w:sz w:val="24"/>
      <w:szCs w:val="24"/>
      <w:lang w:bidi="ar-SA"/>
    </w:rPr>
  </w:style>
  <w:style w:type="character" w:styleId="Hyperlink">
    <w:name w:val="Hyperlink"/>
    <w:rsid w:val="00906341"/>
    <w:rPr>
      <w:color w:val="0000FF"/>
      <w:u w:val="single"/>
    </w:rPr>
  </w:style>
  <w:style w:type="character" w:styleId="PlaceholderText">
    <w:name w:val="Placeholder Text"/>
    <w:uiPriority w:val="99"/>
    <w:semiHidden/>
    <w:rsid w:val="007020BF"/>
    <w:rPr>
      <w:color w:val="808080"/>
    </w:rPr>
  </w:style>
  <w:style w:type="character" w:customStyle="1" w:styleId="HeaderChar">
    <w:name w:val="Header Char"/>
    <w:link w:val="Header"/>
    <w:rsid w:val="00D2756E"/>
    <w:rPr>
      <w:sz w:val="24"/>
      <w:szCs w:val="24"/>
      <w:lang w:bidi="ar-SA"/>
    </w:rPr>
  </w:style>
  <w:style w:type="character" w:styleId="Strong">
    <w:name w:val="Strong"/>
    <w:basedOn w:val="DefaultParagraphFont"/>
    <w:uiPriority w:val="22"/>
    <w:qFormat/>
    <w:rsid w:val="00F26006"/>
    <w:rPr>
      <w:b/>
      <w:bCs/>
    </w:rPr>
  </w:style>
  <w:style w:type="paragraph" w:styleId="NoSpacing">
    <w:name w:val="No Spacing"/>
    <w:link w:val="NoSpacingChar"/>
    <w:uiPriority w:val="1"/>
    <w:qFormat/>
    <w:rsid w:val="00F26006"/>
    <w:rPr>
      <w:rFonts w:ascii="Calibri" w:hAnsi="Calibri" w:cs="Mangal"/>
      <w:sz w:val="22"/>
    </w:rPr>
  </w:style>
  <w:style w:type="character" w:customStyle="1" w:styleId="Heading2Char">
    <w:name w:val="Heading 2 Char"/>
    <w:basedOn w:val="DefaultParagraphFont"/>
    <w:link w:val="Heading2"/>
    <w:rsid w:val="00541550"/>
    <w:rPr>
      <w:rFonts w:ascii="Verdana" w:hAnsi="Verdana"/>
      <w:b/>
      <w:sz w:val="24"/>
      <w:szCs w:val="24"/>
      <w:lang w:bidi="ar-SA"/>
    </w:rPr>
  </w:style>
  <w:style w:type="character" w:customStyle="1" w:styleId="Heading3Char">
    <w:name w:val="Heading 3 Char"/>
    <w:basedOn w:val="DefaultParagraphFont"/>
    <w:link w:val="Heading3"/>
    <w:rsid w:val="00541550"/>
    <w:rPr>
      <w:rFonts w:ascii="Verdana" w:hAnsi="Verdana"/>
      <w:b/>
      <w:sz w:val="24"/>
      <w:szCs w:val="24"/>
      <w:lang w:bidi="ar-SA"/>
    </w:rPr>
  </w:style>
  <w:style w:type="character" w:customStyle="1" w:styleId="Heading1Char">
    <w:name w:val="Heading 1 Char"/>
    <w:basedOn w:val="DefaultParagraphFont"/>
    <w:link w:val="Heading1"/>
    <w:rsid w:val="00070B0A"/>
    <w:rPr>
      <w:rFonts w:asciiTheme="majorHAnsi" w:eastAsiaTheme="majorEastAsia" w:hAnsiTheme="majorHAnsi" w:cstheme="majorBidi"/>
      <w:b/>
      <w:bCs/>
      <w:color w:val="365F91" w:themeColor="accent1" w:themeShade="BF"/>
      <w:sz w:val="28"/>
      <w:szCs w:val="25"/>
    </w:rPr>
  </w:style>
  <w:style w:type="character" w:customStyle="1" w:styleId="FooterChar">
    <w:name w:val="Footer Char"/>
    <w:basedOn w:val="DefaultParagraphFont"/>
    <w:link w:val="Footer"/>
    <w:uiPriority w:val="99"/>
    <w:rsid w:val="00FE65FD"/>
    <w:rPr>
      <w:sz w:val="24"/>
      <w:szCs w:val="24"/>
      <w:lang w:bidi="ar-SA"/>
    </w:rPr>
  </w:style>
  <w:style w:type="character" w:customStyle="1" w:styleId="Heading6Char">
    <w:name w:val="Heading 6 Char"/>
    <w:basedOn w:val="DefaultParagraphFont"/>
    <w:link w:val="Heading6"/>
    <w:semiHidden/>
    <w:rsid w:val="00E86493"/>
    <w:rPr>
      <w:rFonts w:asciiTheme="majorHAnsi" w:eastAsiaTheme="majorEastAsia" w:hAnsiTheme="majorHAnsi" w:cstheme="majorBidi"/>
      <w:i/>
      <w:iCs/>
      <w:color w:val="243F60" w:themeColor="accent1" w:themeShade="7F"/>
      <w:sz w:val="22"/>
    </w:rPr>
  </w:style>
  <w:style w:type="character" w:customStyle="1" w:styleId="NoSpacingChar">
    <w:name w:val="No Spacing Char"/>
    <w:link w:val="NoSpacing"/>
    <w:uiPriority w:val="1"/>
    <w:locked/>
    <w:rsid w:val="005E1ACB"/>
    <w:rPr>
      <w:rFonts w:ascii="Calibri" w:hAnsi="Calibri" w:cs="Mang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7081"/>
    <w:pPr>
      <w:spacing w:after="200" w:line="276" w:lineRule="auto"/>
    </w:pPr>
    <w:rPr>
      <w:rFonts w:ascii="Calibri" w:hAnsi="Calibri" w:cs="Mangal"/>
      <w:sz w:val="22"/>
    </w:rPr>
  </w:style>
  <w:style w:type="paragraph" w:styleId="Heading1">
    <w:name w:val="heading 1"/>
    <w:basedOn w:val="Normal"/>
    <w:next w:val="Normal"/>
    <w:link w:val="Heading1Char"/>
    <w:qFormat/>
    <w:rsid w:val="00070B0A"/>
    <w:pPr>
      <w:keepNext/>
      <w:keepLines/>
      <w:spacing w:before="480" w:after="0"/>
      <w:outlineLvl w:val="0"/>
    </w:pPr>
    <w:rPr>
      <w:rFonts w:asciiTheme="majorHAnsi" w:eastAsiaTheme="majorEastAsia" w:hAnsiTheme="majorHAnsi" w:cstheme="majorBidi"/>
      <w:b/>
      <w:bCs/>
      <w:color w:val="365F91" w:themeColor="accent1" w:themeShade="BF"/>
      <w:sz w:val="28"/>
      <w:szCs w:val="25"/>
    </w:rPr>
  </w:style>
  <w:style w:type="paragraph" w:styleId="Heading2">
    <w:name w:val="heading 2"/>
    <w:basedOn w:val="Normal"/>
    <w:next w:val="Normal"/>
    <w:link w:val="Heading2Char"/>
    <w:qFormat/>
    <w:rsid w:val="00541550"/>
    <w:pPr>
      <w:keepNext/>
      <w:spacing w:after="0" w:line="240" w:lineRule="auto"/>
      <w:outlineLvl w:val="1"/>
    </w:pPr>
    <w:rPr>
      <w:rFonts w:ascii="Verdana" w:hAnsi="Verdana" w:cs="Times New Roman"/>
      <w:b/>
      <w:sz w:val="24"/>
      <w:szCs w:val="24"/>
      <w:lang w:bidi="ar-SA"/>
    </w:rPr>
  </w:style>
  <w:style w:type="paragraph" w:styleId="Heading3">
    <w:name w:val="heading 3"/>
    <w:basedOn w:val="Normal"/>
    <w:next w:val="Normal"/>
    <w:link w:val="Heading3Char"/>
    <w:qFormat/>
    <w:rsid w:val="00541550"/>
    <w:pPr>
      <w:keepNext/>
      <w:spacing w:after="0" w:line="240" w:lineRule="auto"/>
      <w:jc w:val="both"/>
      <w:outlineLvl w:val="2"/>
    </w:pPr>
    <w:rPr>
      <w:rFonts w:ascii="Verdana" w:hAnsi="Verdana" w:cs="Times New Roman"/>
      <w:b/>
      <w:sz w:val="24"/>
      <w:szCs w:val="24"/>
      <w:lang w:bidi="ar-SA"/>
    </w:rPr>
  </w:style>
  <w:style w:type="paragraph" w:styleId="Heading6">
    <w:name w:val="heading 6"/>
    <w:basedOn w:val="Normal"/>
    <w:next w:val="Normal"/>
    <w:link w:val="Heading6Char"/>
    <w:semiHidden/>
    <w:unhideWhenUsed/>
    <w:qFormat/>
    <w:rsid w:val="00E8649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12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0636C"/>
    <w:pPr>
      <w:tabs>
        <w:tab w:val="center" w:pos="4320"/>
        <w:tab w:val="right" w:pos="8640"/>
      </w:tabs>
      <w:spacing w:after="0" w:line="240" w:lineRule="auto"/>
    </w:pPr>
    <w:rPr>
      <w:rFonts w:ascii="Times New Roman" w:hAnsi="Times New Roman" w:cs="Times New Roman"/>
      <w:sz w:val="24"/>
      <w:szCs w:val="24"/>
      <w:lang w:bidi="ar-SA"/>
    </w:rPr>
  </w:style>
  <w:style w:type="paragraph" w:styleId="Footer">
    <w:name w:val="footer"/>
    <w:basedOn w:val="Normal"/>
    <w:link w:val="FooterChar"/>
    <w:uiPriority w:val="99"/>
    <w:rsid w:val="00F0636C"/>
    <w:pPr>
      <w:tabs>
        <w:tab w:val="center" w:pos="4320"/>
        <w:tab w:val="right" w:pos="8640"/>
      </w:tabs>
      <w:spacing w:after="0" w:line="240" w:lineRule="auto"/>
    </w:pPr>
    <w:rPr>
      <w:rFonts w:ascii="Times New Roman" w:hAnsi="Times New Roman" w:cs="Times New Roman"/>
      <w:sz w:val="24"/>
      <w:szCs w:val="24"/>
      <w:lang w:bidi="ar-SA"/>
    </w:rPr>
  </w:style>
  <w:style w:type="paragraph" w:styleId="DocumentMap">
    <w:name w:val="Document Map"/>
    <w:basedOn w:val="Normal"/>
    <w:semiHidden/>
    <w:rsid w:val="00203DD0"/>
    <w:pPr>
      <w:shd w:val="clear" w:color="auto" w:fill="000080"/>
      <w:spacing w:after="0" w:line="240" w:lineRule="auto"/>
    </w:pPr>
    <w:rPr>
      <w:rFonts w:ascii="Tahoma" w:hAnsi="Tahoma" w:cs="Tahoma"/>
      <w:sz w:val="24"/>
      <w:szCs w:val="24"/>
      <w:lang w:bidi="ar-SA"/>
    </w:rPr>
  </w:style>
  <w:style w:type="paragraph" w:styleId="BalloonText">
    <w:name w:val="Balloon Text"/>
    <w:basedOn w:val="Normal"/>
    <w:semiHidden/>
    <w:rsid w:val="000B116E"/>
    <w:pPr>
      <w:spacing w:after="0" w:line="240" w:lineRule="auto"/>
    </w:pPr>
    <w:rPr>
      <w:rFonts w:ascii="Tahoma" w:hAnsi="Tahoma" w:cs="Tahoma"/>
      <w:sz w:val="16"/>
      <w:szCs w:val="16"/>
      <w:lang w:bidi="ar-SA"/>
    </w:rPr>
  </w:style>
  <w:style w:type="paragraph" w:styleId="ListParagraph">
    <w:name w:val="List Paragraph"/>
    <w:basedOn w:val="Normal"/>
    <w:uiPriority w:val="34"/>
    <w:qFormat/>
    <w:rsid w:val="00ED0F4F"/>
    <w:pPr>
      <w:spacing w:after="0" w:line="240" w:lineRule="auto"/>
      <w:ind w:left="720"/>
      <w:contextualSpacing/>
    </w:pPr>
    <w:rPr>
      <w:rFonts w:ascii="Times New Roman" w:hAnsi="Times New Roman" w:cs="Times New Roman"/>
      <w:sz w:val="24"/>
      <w:szCs w:val="24"/>
      <w:lang w:bidi="ar-SA"/>
    </w:rPr>
  </w:style>
  <w:style w:type="character" w:styleId="Hyperlink">
    <w:name w:val="Hyperlink"/>
    <w:rsid w:val="00906341"/>
    <w:rPr>
      <w:color w:val="0000FF"/>
      <w:u w:val="single"/>
    </w:rPr>
  </w:style>
  <w:style w:type="character" w:styleId="PlaceholderText">
    <w:name w:val="Placeholder Text"/>
    <w:uiPriority w:val="99"/>
    <w:semiHidden/>
    <w:rsid w:val="007020BF"/>
    <w:rPr>
      <w:color w:val="808080"/>
    </w:rPr>
  </w:style>
  <w:style w:type="character" w:customStyle="1" w:styleId="HeaderChar">
    <w:name w:val="Header Char"/>
    <w:link w:val="Header"/>
    <w:rsid w:val="00D2756E"/>
    <w:rPr>
      <w:sz w:val="24"/>
      <w:szCs w:val="24"/>
      <w:lang w:bidi="ar-SA"/>
    </w:rPr>
  </w:style>
  <w:style w:type="character" w:styleId="Strong">
    <w:name w:val="Strong"/>
    <w:basedOn w:val="DefaultParagraphFont"/>
    <w:uiPriority w:val="22"/>
    <w:qFormat/>
    <w:rsid w:val="00F26006"/>
    <w:rPr>
      <w:b/>
      <w:bCs/>
    </w:rPr>
  </w:style>
  <w:style w:type="paragraph" w:styleId="NoSpacing">
    <w:name w:val="No Spacing"/>
    <w:link w:val="NoSpacingChar"/>
    <w:uiPriority w:val="1"/>
    <w:qFormat/>
    <w:rsid w:val="00F26006"/>
    <w:rPr>
      <w:rFonts w:ascii="Calibri" w:hAnsi="Calibri" w:cs="Mangal"/>
      <w:sz w:val="22"/>
    </w:rPr>
  </w:style>
  <w:style w:type="character" w:customStyle="1" w:styleId="Heading2Char">
    <w:name w:val="Heading 2 Char"/>
    <w:basedOn w:val="DefaultParagraphFont"/>
    <w:link w:val="Heading2"/>
    <w:rsid w:val="00541550"/>
    <w:rPr>
      <w:rFonts w:ascii="Verdana" w:hAnsi="Verdana"/>
      <w:b/>
      <w:sz w:val="24"/>
      <w:szCs w:val="24"/>
      <w:lang w:bidi="ar-SA"/>
    </w:rPr>
  </w:style>
  <w:style w:type="character" w:customStyle="1" w:styleId="Heading3Char">
    <w:name w:val="Heading 3 Char"/>
    <w:basedOn w:val="DefaultParagraphFont"/>
    <w:link w:val="Heading3"/>
    <w:rsid w:val="00541550"/>
    <w:rPr>
      <w:rFonts w:ascii="Verdana" w:hAnsi="Verdana"/>
      <w:b/>
      <w:sz w:val="24"/>
      <w:szCs w:val="24"/>
      <w:lang w:bidi="ar-SA"/>
    </w:rPr>
  </w:style>
  <w:style w:type="character" w:customStyle="1" w:styleId="Heading1Char">
    <w:name w:val="Heading 1 Char"/>
    <w:basedOn w:val="DefaultParagraphFont"/>
    <w:link w:val="Heading1"/>
    <w:rsid w:val="00070B0A"/>
    <w:rPr>
      <w:rFonts w:asciiTheme="majorHAnsi" w:eastAsiaTheme="majorEastAsia" w:hAnsiTheme="majorHAnsi" w:cstheme="majorBidi"/>
      <w:b/>
      <w:bCs/>
      <w:color w:val="365F91" w:themeColor="accent1" w:themeShade="BF"/>
      <w:sz w:val="28"/>
      <w:szCs w:val="25"/>
    </w:rPr>
  </w:style>
  <w:style w:type="character" w:customStyle="1" w:styleId="FooterChar">
    <w:name w:val="Footer Char"/>
    <w:basedOn w:val="DefaultParagraphFont"/>
    <w:link w:val="Footer"/>
    <w:uiPriority w:val="99"/>
    <w:rsid w:val="00FE65FD"/>
    <w:rPr>
      <w:sz w:val="24"/>
      <w:szCs w:val="24"/>
      <w:lang w:bidi="ar-SA"/>
    </w:rPr>
  </w:style>
  <w:style w:type="character" w:customStyle="1" w:styleId="Heading6Char">
    <w:name w:val="Heading 6 Char"/>
    <w:basedOn w:val="DefaultParagraphFont"/>
    <w:link w:val="Heading6"/>
    <w:semiHidden/>
    <w:rsid w:val="00E86493"/>
    <w:rPr>
      <w:rFonts w:asciiTheme="majorHAnsi" w:eastAsiaTheme="majorEastAsia" w:hAnsiTheme="majorHAnsi" w:cstheme="majorBidi"/>
      <w:i/>
      <w:iCs/>
      <w:color w:val="243F60" w:themeColor="accent1" w:themeShade="7F"/>
      <w:sz w:val="22"/>
    </w:rPr>
  </w:style>
  <w:style w:type="character" w:customStyle="1" w:styleId="NoSpacingChar">
    <w:name w:val="No Spacing Char"/>
    <w:link w:val="NoSpacing"/>
    <w:uiPriority w:val="1"/>
    <w:locked/>
    <w:rsid w:val="005E1ACB"/>
    <w:rPr>
      <w:rFonts w:ascii="Calibri" w:hAnsi="Calibri" w:cs="Mang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1021">
      <w:bodyDiv w:val="1"/>
      <w:marLeft w:val="0"/>
      <w:marRight w:val="0"/>
      <w:marTop w:val="0"/>
      <w:marBottom w:val="0"/>
      <w:divBdr>
        <w:top w:val="none" w:sz="0" w:space="0" w:color="auto"/>
        <w:left w:val="none" w:sz="0" w:space="0" w:color="auto"/>
        <w:bottom w:val="none" w:sz="0" w:space="0" w:color="auto"/>
        <w:right w:val="none" w:sz="0" w:space="0" w:color="auto"/>
      </w:divBdr>
    </w:div>
    <w:div w:id="625355765">
      <w:bodyDiv w:val="1"/>
      <w:marLeft w:val="0"/>
      <w:marRight w:val="0"/>
      <w:marTop w:val="0"/>
      <w:marBottom w:val="0"/>
      <w:divBdr>
        <w:top w:val="none" w:sz="0" w:space="0" w:color="auto"/>
        <w:left w:val="none" w:sz="0" w:space="0" w:color="auto"/>
        <w:bottom w:val="none" w:sz="0" w:space="0" w:color="auto"/>
        <w:right w:val="none" w:sz="0" w:space="0" w:color="auto"/>
      </w:divBdr>
    </w:div>
    <w:div w:id="860630783">
      <w:bodyDiv w:val="1"/>
      <w:marLeft w:val="0"/>
      <w:marRight w:val="0"/>
      <w:marTop w:val="0"/>
      <w:marBottom w:val="0"/>
      <w:divBdr>
        <w:top w:val="none" w:sz="0" w:space="0" w:color="auto"/>
        <w:left w:val="none" w:sz="0" w:space="0" w:color="auto"/>
        <w:bottom w:val="none" w:sz="0" w:space="0" w:color="auto"/>
        <w:right w:val="none" w:sz="0" w:space="0" w:color="auto"/>
      </w:divBdr>
    </w:div>
    <w:div w:id="1096096205">
      <w:bodyDiv w:val="1"/>
      <w:marLeft w:val="0"/>
      <w:marRight w:val="0"/>
      <w:marTop w:val="0"/>
      <w:marBottom w:val="0"/>
      <w:divBdr>
        <w:top w:val="none" w:sz="0" w:space="0" w:color="auto"/>
        <w:left w:val="none" w:sz="0" w:space="0" w:color="auto"/>
        <w:bottom w:val="none" w:sz="0" w:space="0" w:color="auto"/>
        <w:right w:val="none" w:sz="0" w:space="0" w:color="auto"/>
      </w:divBdr>
    </w:div>
    <w:div w:id="1221787798">
      <w:bodyDiv w:val="1"/>
      <w:marLeft w:val="0"/>
      <w:marRight w:val="0"/>
      <w:marTop w:val="0"/>
      <w:marBottom w:val="0"/>
      <w:divBdr>
        <w:top w:val="none" w:sz="0" w:space="0" w:color="auto"/>
        <w:left w:val="none" w:sz="0" w:space="0" w:color="auto"/>
        <w:bottom w:val="none" w:sz="0" w:space="0" w:color="auto"/>
        <w:right w:val="none" w:sz="0" w:space="0" w:color="auto"/>
      </w:divBdr>
    </w:div>
    <w:div w:id="1666862887">
      <w:bodyDiv w:val="1"/>
      <w:marLeft w:val="0"/>
      <w:marRight w:val="0"/>
      <w:marTop w:val="0"/>
      <w:marBottom w:val="0"/>
      <w:divBdr>
        <w:top w:val="none" w:sz="0" w:space="0" w:color="auto"/>
        <w:left w:val="none" w:sz="0" w:space="0" w:color="auto"/>
        <w:bottom w:val="none" w:sz="0" w:space="0" w:color="auto"/>
        <w:right w:val="none" w:sz="0" w:space="0" w:color="auto"/>
      </w:divBdr>
    </w:div>
    <w:div w:id="1862740658">
      <w:bodyDiv w:val="1"/>
      <w:marLeft w:val="0"/>
      <w:marRight w:val="0"/>
      <w:marTop w:val="0"/>
      <w:marBottom w:val="0"/>
      <w:divBdr>
        <w:top w:val="none" w:sz="0" w:space="0" w:color="auto"/>
        <w:left w:val="none" w:sz="0" w:space="0" w:color="auto"/>
        <w:bottom w:val="none" w:sz="0" w:space="0" w:color="auto"/>
        <w:right w:val="none" w:sz="0" w:space="0" w:color="auto"/>
      </w:divBdr>
    </w:div>
    <w:div w:id="193011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co%20bank\Desktop\Letter%20Head%20H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B644-6657-403A-BAAC-72082892E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Head HRM.dotx</Template>
  <TotalTime>7381</TotalTime>
  <Pages>3</Pages>
  <Words>812</Words>
  <Characters>4634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अं</vt:lpstr>
    </vt:vector>
  </TitlesOfParts>
  <Company>aa</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अं</dc:title>
  <dc:creator>uco bank</dc:creator>
  <cp:lastModifiedBy>7044USR004</cp:lastModifiedBy>
  <cp:revision>1047</cp:revision>
  <cp:lastPrinted>2020-04-15T10:31:00Z</cp:lastPrinted>
  <dcterms:created xsi:type="dcterms:W3CDTF">2018-01-03T11:52:00Z</dcterms:created>
  <dcterms:modified xsi:type="dcterms:W3CDTF">2020-05-22T09:55:00Z</dcterms:modified>
</cp:coreProperties>
</file>